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8FFAF" w14:textId="77777777" w:rsidR="0091069E" w:rsidRPr="004E3EB7" w:rsidRDefault="00096AE8" w:rsidP="00715729">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63DCB94D" w14:textId="7125CAA8" w:rsidR="006E72E5" w:rsidRPr="00916851" w:rsidRDefault="003A7BF3" w:rsidP="00916851">
      <w:pPr>
        <w:pStyle w:val="NormalWeb"/>
        <w:jc w:val="right"/>
        <w:rPr>
          <w:rFonts w:eastAsia="Calibri"/>
          <w:szCs w:val="22"/>
          <w:lang w:val="fi-FI"/>
        </w:rPr>
      </w:pPr>
      <w:r w:rsidRPr="002828CC">
        <w:rPr>
          <w:rFonts w:eastAsia="Calibri"/>
          <w:szCs w:val="22"/>
          <w:lang w:val="fi-FI"/>
        </w:rPr>
        <w:t>(hiliseima digitaalallkirja kuupäev)</w:t>
      </w:r>
    </w:p>
    <w:p w14:paraId="7853ECF0" w14:textId="63BE9E1B" w:rsidR="007F3562" w:rsidRPr="00314A30" w:rsidRDefault="007F3562" w:rsidP="007F3562">
      <w:pPr>
        <w:jc w:val="both"/>
      </w:pPr>
      <w:r w:rsidRPr="003A7BF3">
        <w:rPr>
          <w:bCs/>
        </w:rPr>
        <w:t>Riigimetsa Majandamise Keskus</w:t>
      </w:r>
      <w:r w:rsidRPr="00314A30">
        <w:t xml:space="preserve">, </w:t>
      </w:r>
      <w:r w:rsidR="004140B4" w:rsidRPr="00314A30">
        <w:t xml:space="preserve">edaspidi </w:t>
      </w:r>
      <w:r w:rsidR="004140B4" w:rsidRPr="00314A30">
        <w:rPr>
          <w:b/>
          <w:bCs/>
        </w:rPr>
        <w:t>käsundiandja</w:t>
      </w:r>
      <w:r w:rsidR="0032155F">
        <w:rPr>
          <w:b/>
          <w:bCs/>
        </w:rPr>
        <w:t>,</w:t>
      </w:r>
      <w:r w:rsidR="00A83020" w:rsidRPr="00A83020">
        <w:t xml:space="preserve"> </w:t>
      </w:r>
      <w:r w:rsidR="00A83020" w:rsidRPr="007E1D19">
        <w:t xml:space="preserve">keda esindab </w:t>
      </w:r>
      <w:sdt>
        <w:sdtPr>
          <w:tag w:val="Riigimetsa Majandamise Keskuse "/>
          <w:id w:val="646714474"/>
          <w:placeholder>
            <w:docPart w:val="5EF2EB54CA3C4A96B173A0EC5023D7D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A83020">
            <w:t>juhatuse liikme</w:t>
          </w:r>
        </w:sdtContent>
      </w:sdt>
      <w:r w:rsidR="00A83020" w:rsidRPr="007E1D19">
        <w:t xml:space="preserve"> </w:t>
      </w:r>
      <w:sdt>
        <w:sdtPr>
          <w:alias w:val="Vali kuupäev"/>
          <w:tag w:val="Vali kuupäev"/>
          <w:id w:val="-2098790871"/>
          <w:placeholder>
            <w:docPart w:val="199A2AB64C894DE18F485C5E29A32C9C"/>
          </w:placeholder>
          <w:date w:fullDate="2024-01-16T00:00:00Z">
            <w:dateFormat w:val="d.MM.yyyy"/>
            <w:lid w:val="et-EE"/>
            <w:storeMappedDataAs w:val="dateTime"/>
            <w:calendar w:val="gregorian"/>
          </w:date>
        </w:sdtPr>
        <w:sdtEndPr/>
        <w:sdtContent>
          <w:r w:rsidR="00A83020">
            <w:t>16.01.2024</w:t>
          </w:r>
        </w:sdtContent>
      </w:sdt>
      <w:r w:rsidR="00A83020" w:rsidRPr="007E1D19">
        <w:t xml:space="preserve"> </w:t>
      </w:r>
      <w:sdt>
        <w:sdtPr>
          <w:id w:val="-624006639"/>
          <w:placeholder>
            <w:docPart w:val="5EF2EB54CA3C4A96B173A0EC5023D7D5"/>
          </w:placeholder>
          <w:comboBox>
            <w:listItem w:displayText="otsuse" w:value="otsuse"/>
            <w:listItem w:displayText="käskkirja" w:value="käskkirja"/>
            <w:listItem w:displayText="volikirja" w:value="volikirja"/>
            <w:listItem w:displayText="määruse" w:value="määruse"/>
          </w:comboBox>
        </w:sdtPr>
        <w:sdtEndPr/>
        <w:sdtContent>
          <w:r w:rsidR="00A83020">
            <w:t>käskkirja</w:t>
          </w:r>
        </w:sdtContent>
      </w:sdt>
      <w:r w:rsidR="00A83020" w:rsidRPr="007E1D19">
        <w:t xml:space="preserve"> nr </w:t>
      </w:r>
      <w:r w:rsidR="00A83020">
        <w:t xml:space="preserve">1-5/7 </w:t>
      </w:r>
      <w:r w:rsidR="00A83020" w:rsidRPr="007E1D19">
        <w:t xml:space="preserve">alusel </w:t>
      </w:r>
      <w:r w:rsidR="00A83020">
        <w:t>Lahemaa külastusala juht</w:t>
      </w:r>
      <w:r w:rsidR="00A83020" w:rsidRPr="007E1D19">
        <w:rPr>
          <w:rFonts w:eastAsia="Calibri"/>
        </w:rPr>
        <w:t xml:space="preserve"> </w:t>
      </w:r>
      <w:r w:rsidR="00A83020">
        <w:t>Timo Kangur</w:t>
      </w:r>
      <w:r w:rsidR="00A83020" w:rsidRPr="007E1D19">
        <w:t>, ühelt poolt</w:t>
      </w:r>
    </w:p>
    <w:p w14:paraId="4422BD0D" w14:textId="77777777" w:rsidR="0085797D" w:rsidRDefault="0085797D" w:rsidP="003A7BF3">
      <w:pPr>
        <w:jc w:val="both"/>
      </w:pPr>
    </w:p>
    <w:p w14:paraId="46B5AA06" w14:textId="7932363D" w:rsidR="003A7BF3" w:rsidRPr="0032155F" w:rsidRDefault="003A7BF3" w:rsidP="003A7BF3">
      <w:pPr>
        <w:jc w:val="both"/>
      </w:pPr>
      <w:r w:rsidRPr="0032155F">
        <w:t xml:space="preserve">ja </w:t>
      </w:r>
      <w:r w:rsidR="0032155F" w:rsidRPr="0032155F">
        <w:t>AS Infragate Eesti, edas</w:t>
      </w:r>
      <w:r w:rsidRPr="0032155F">
        <w:rPr>
          <w:bCs/>
        </w:rPr>
        <w:t xml:space="preserve">pidi </w:t>
      </w:r>
      <w:r w:rsidR="00A9546B" w:rsidRPr="0032155F">
        <w:rPr>
          <w:b/>
          <w:bCs/>
        </w:rPr>
        <w:t>käsundisaaja</w:t>
      </w:r>
      <w:r w:rsidRPr="0032155F">
        <w:rPr>
          <w:bCs/>
        </w:rPr>
        <w:t xml:space="preserve">, </w:t>
      </w:r>
      <w:r w:rsidRPr="0032155F">
        <w:t xml:space="preserve">keda esindab </w:t>
      </w:r>
      <w:sdt>
        <w:sdtPr>
          <w:tag w:val="Riigimetsa Majandamise Keskuse "/>
          <w:id w:val="219788717"/>
          <w:placeholder>
            <w:docPart w:val="96AC2926677140CFAEEB880768B818A1"/>
          </w:placeholder>
          <w:comboBox>
            <w:listItem w:displayText="põhikirja" w:value="põhikirja"/>
            <w:listItem w:displayText="volikirja" w:value="volikirja"/>
          </w:comboBox>
        </w:sdtPr>
        <w:sdtEndPr/>
        <w:sdtContent>
          <w:r w:rsidR="0032155F" w:rsidRPr="0032155F">
            <w:t>põhikirja</w:t>
          </w:r>
        </w:sdtContent>
      </w:sdt>
      <w:r w:rsidRPr="0032155F">
        <w:t xml:space="preserve"> alusel </w:t>
      </w:r>
      <w:r w:rsidR="0032155F" w:rsidRPr="0032155F">
        <w:rPr>
          <w:rFonts w:eastAsia="Calibri"/>
        </w:rPr>
        <w:t>juhatuse liige Jüri Ligi</w:t>
      </w:r>
      <w:r w:rsidR="000339C1" w:rsidRPr="0032155F">
        <w:rPr>
          <w:rFonts w:eastAsia="Calibri"/>
        </w:rPr>
        <w:t xml:space="preserve"> </w:t>
      </w:r>
      <w:r w:rsidRPr="0032155F">
        <w:t xml:space="preserve">teiselt poolt, </w:t>
      </w:r>
    </w:p>
    <w:p w14:paraId="779586FC" w14:textId="77777777" w:rsidR="00D024DB" w:rsidRPr="00314A30" w:rsidRDefault="00D024DB" w:rsidP="007F3562">
      <w:pPr>
        <w:jc w:val="both"/>
      </w:pPr>
    </w:p>
    <w:p w14:paraId="3E6876B2" w14:textId="77777777" w:rsidR="00D024DB" w:rsidRPr="00314A30" w:rsidRDefault="00D024DB" w:rsidP="007F3562">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489E5BF6" w14:textId="77777777" w:rsidR="00A1592F" w:rsidRPr="00314A30" w:rsidRDefault="00A1592F" w:rsidP="00A1592F">
      <w:pPr>
        <w:jc w:val="both"/>
      </w:pPr>
    </w:p>
    <w:p w14:paraId="1EC4BDF0" w14:textId="6ADDD0E8" w:rsidR="00FD1D63" w:rsidRPr="001734D8" w:rsidRDefault="00FD1D63" w:rsidP="00180EF9">
      <w:pPr>
        <w:spacing w:after="120"/>
        <w:jc w:val="both"/>
      </w:pPr>
      <w:r w:rsidRPr="00CE7DEC">
        <w:t xml:space="preserve">sõlmisid käesoleva lepingu, edaspidi </w:t>
      </w:r>
      <w:r w:rsidRPr="00CE7DEC">
        <w:rPr>
          <w:b/>
        </w:rPr>
        <w:t>leping</w:t>
      </w:r>
      <w:r w:rsidRPr="00CE7DEC">
        <w:t xml:space="preserve">, </w:t>
      </w:r>
      <w:r>
        <w:t>riigihanke</w:t>
      </w:r>
      <w:r w:rsidRPr="00564D80">
        <w:t xml:space="preserve"> 1-47/</w:t>
      </w:r>
      <w:r>
        <w:t>3021</w:t>
      </w:r>
      <w:r w:rsidRPr="006F49E4">
        <w:t xml:space="preserve"> </w:t>
      </w:r>
      <w:r>
        <w:t>„</w:t>
      </w:r>
      <w:r w:rsidRPr="00411A4A">
        <w:rPr>
          <w:b/>
        </w:rPr>
        <w:t>RMK külastustaristu ehitus- ja lammutustööde omanikujärelevalve raamhange 2024-2027</w:t>
      </w:r>
      <w:r w:rsidRPr="00AB20AD">
        <w:t xml:space="preserve">“ </w:t>
      </w:r>
      <w:r w:rsidRPr="006F49E4">
        <w:t>(viitenumber</w:t>
      </w:r>
      <w:r>
        <w:t xml:space="preserve"> </w:t>
      </w:r>
      <w:r w:rsidRPr="00D202EE">
        <w:t>277298</w:t>
      </w:r>
      <w:r w:rsidRPr="006F49E4">
        <w:t xml:space="preserve">)  </w:t>
      </w:r>
      <w:r w:rsidRPr="00632C3B">
        <w:t xml:space="preserve">raames läbiviidud minikonkursi </w:t>
      </w:r>
      <w:r w:rsidR="00180EF9">
        <w:t>„</w:t>
      </w:r>
      <w:r w:rsidR="00180EF9" w:rsidRPr="00180EF9">
        <w:t>Sagadi metsasõbrapargi ning pargi ja Metsajuttude raja ühenduse</w:t>
      </w:r>
      <w:r w:rsidR="00180EF9">
        <w:t xml:space="preserve"> </w:t>
      </w:r>
      <w:r w:rsidR="00180EF9" w:rsidRPr="00180EF9">
        <w:t>rajamistöödele omanikujärelevalve teenuse tellimine</w:t>
      </w:r>
      <w:r w:rsidRPr="00632C3B">
        <w:t xml:space="preserve">" (viitenumber </w:t>
      </w:r>
      <w:r w:rsidR="00180EF9" w:rsidRPr="00180EF9">
        <w:t>285971</w:t>
      </w:r>
      <w:r w:rsidRPr="00632C3B">
        <w:t>) hankedokumentide, s.h lähteülesande ja edukaks tunnistatud pakkumuse alusel alljärgnevas:</w:t>
      </w:r>
    </w:p>
    <w:p w14:paraId="30488BA0" w14:textId="77777777" w:rsidR="00857336" w:rsidRDefault="00857336" w:rsidP="00A1592F">
      <w:pPr>
        <w:jc w:val="both"/>
      </w:pPr>
    </w:p>
    <w:p w14:paraId="2594CA57" w14:textId="77777777" w:rsidR="007E7EBE" w:rsidRPr="007E7EBE" w:rsidRDefault="007E7EBE" w:rsidP="007E7EBE">
      <w:pPr>
        <w:pStyle w:val="Pealkiri11"/>
        <w:rPr>
          <w:b/>
          <w:bCs/>
        </w:rPr>
      </w:pPr>
      <w:r w:rsidRPr="007E7EBE">
        <w:rPr>
          <w:b/>
          <w:bCs/>
        </w:rPr>
        <w:t>Lepingu objekt</w:t>
      </w:r>
    </w:p>
    <w:p w14:paraId="58233928" w14:textId="79C19E6B" w:rsidR="007E7EBE" w:rsidRDefault="007E7EBE" w:rsidP="00B462A1">
      <w:pPr>
        <w:pStyle w:val="Pealkiri21"/>
        <w:jc w:val="both"/>
      </w:pPr>
      <w:r w:rsidRPr="0068329A">
        <w:t xml:space="preserve">Käsundisaaja kohustub vastavalt lepingu dokumentidele osutama käsundiandjale omanikujärelevalve teenust RMK </w:t>
      </w:r>
      <w:r w:rsidR="00807057">
        <w:t>Sagadi Metsasõbra pargi</w:t>
      </w:r>
      <w:r w:rsidR="00F40C8A">
        <w:t xml:space="preserve">, asukohaga </w:t>
      </w:r>
      <w:r w:rsidR="000805BE">
        <w:t>S</w:t>
      </w:r>
      <w:r w:rsidR="00A609AB">
        <w:t>agadi külas Haljala vallas Lääne-Virumaal</w:t>
      </w:r>
      <w:r w:rsidR="009B1045">
        <w:t>, Mõisateenijatemaja kü</w:t>
      </w:r>
      <w:r w:rsidR="009D08EC">
        <w:t>,</w:t>
      </w:r>
      <w:r w:rsidRPr="0068329A">
        <w:t xml:space="preserve"> ehitustöödel</w:t>
      </w:r>
      <w:r w:rsidR="00D11847">
        <w:t xml:space="preserve"> perioodil</w:t>
      </w:r>
      <w:r w:rsidR="00F40C8A">
        <w:t xml:space="preserve"> lepingu sõlmimisest</w:t>
      </w:r>
      <w:r w:rsidR="00D11847">
        <w:t xml:space="preserve"> kuni</w:t>
      </w:r>
      <w:r w:rsidR="00F40C8A">
        <w:t xml:space="preserve"> 30.11.2024</w:t>
      </w:r>
      <w:r w:rsidRPr="0068329A">
        <w:t>.</w:t>
      </w:r>
    </w:p>
    <w:p w14:paraId="20EDA492" w14:textId="77777777" w:rsidR="00AE4330" w:rsidRDefault="00AE4330" w:rsidP="00AE4330">
      <w:pPr>
        <w:pStyle w:val="Pealkiri21"/>
        <w:numPr>
          <w:ilvl w:val="0"/>
          <w:numId w:val="0"/>
        </w:numPr>
        <w:ind w:left="576"/>
      </w:pPr>
    </w:p>
    <w:p w14:paraId="59CE3FEC" w14:textId="5DC1E87F" w:rsidR="007E7EBE" w:rsidRDefault="00AE4330" w:rsidP="00AE4330">
      <w:pPr>
        <w:pStyle w:val="Pealkiri11"/>
        <w:rPr>
          <w:b/>
          <w:bCs/>
        </w:rPr>
      </w:pPr>
      <w:r w:rsidRPr="00AE4330">
        <w:rPr>
          <w:b/>
          <w:bCs/>
        </w:rPr>
        <w:t>Lepingu dokumendid</w:t>
      </w:r>
    </w:p>
    <w:p w14:paraId="56CA2824" w14:textId="7611E123" w:rsidR="00A750C3" w:rsidRPr="00AE4330" w:rsidRDefault="00A750C3" w:rsidP="00A750C3">
      <w:pPr>
        <w:pStyle w:val="Pealkiri21"/>
        <w:spacing w:after="120"/>
        <w:ind w:left="578" w:hanging="578"/>
        <w:jc w:val="both"/>
      </w:pPr>
      <w:r w:rsidRPr="0091069E">
        <w:t>Omanikujärelevalve</w:t>
      </w:r>
      <w:r>
        <w:t xml:space="preserve"> teenus osutatakse vastavalt</w:t>
      </w:r>
      <w:r w:rsidR="00CC41D8">
        <w:t xml:space="preserve"> minikonkursi kutses esitatud </w:t>
      </w:r>
      <w:r w:rsidR="006B3BCF">
        <w:t>tehnilisele kirjeldusele,</w:t>
      </w:r>
      <w:r>
        <w:t xml:space="preserve"> </w:t>
      </w:r>
      <w:r w:rsidR="004630C1">
        <w:t>poolte vahel sõlmitud raam</w:t>
      </w:r>
      <w:r>
        <w:t>l</w:t>
      </w:r>
      <w:r w:rsidRPr="0091069E">
        <w:t>epingule,</w:t>
      </w:r>
      <w:r w:rsidR="004630C1">
        <w:t xml:space="preserve"> käesolevale lepingule,</w:t>
      </w:r>
      <w:r w:rsidRPr="0091069E">
        <w:t xml:space="preserve"> võlaõigusseadusele, </w:t>
      </w:r>
      <w:r>
        <w:t xml:space="preserve">ehitusseadustikule ja </w:t>
      </w:r>
      <w:r w:rsidRPr="0091069E">
        <w:t xml:space="preserve">majandus- ja </w:t>
      </w:r>
      <w:r>
        <w:t>taristu</w:t>
      </w:r>
      <w:r w:rsidRPr="0091069E">
        <w:t xml:space="preserve">ministri </w:t>
      </w:r>
      <w:r w:rsidRPr="00233CB1">
        <w:t>määrusele nr 80</w:t>
      </w:r>
      <w:r>
        <w:t xml:space="preserve"> </w:t>
      </w:r>
      <w:r w:rsidRPr="0091069E">
        <w:t>„Omanikujärelevalve tegemise kord”</w:t>
      </w:r>
      <w:r>
        <w:t>.</w:t>
      </w:r>
      <w:r w:rsidRPr="0091069E">
        <w:t xml:space="preserve"> </w:t>
      </w:r>
      <w:r>
        <w:t>Kui l</w:t>
      </w:r>
      <w:r w:rsidRPr="0091069E">
        <w:t xml:space="preserve">epinguga ei ole sätestatud teisiti, juhinduvad pooled </w:t>
      </w:r>
      <w:r>
        <w:t>võlaõigusseaduse, ehitusseadustiku ja</w:t>
      </w:r>
      <w:r w:rsidRPr="0091069E">
        <w:t xml:space="preserve"> „Omanikujärelevalve tegemise korra“</w:t>
      </w:r>
      <w:r w:rsidR="00F8639D">
        <w:t xml:space="preserve"> redaktsioonist, mis kehtib lepingu täitmise ajal</w:t>
      </w:r>
      <w:r w:rsidR="00D9622E">
        <w:t xml:space="preserve"> ning õigusaktide muutumist ei loeta lepingu muutmise aluseks.</w:t>
      </w:r>
    </w:p>
    <w:p w14:paraId="2B385AFD" w14:textId="77777777" w:rsidR="00D76F23" w:rsidRPr="007517F6" w:rsidRDefault="00D76F23" w:rsidP="00A750C3">
      <w:pPr>
        <w:pStyle w:val="Pealkiri21"/>
        <w:ind w:left="578" w:hanging="578"/>
        <w:jc w:val="both"/>
      </w:pPr>
      <w:r w:rsidRPr="007517F6">
        <w:t>Omanikujärelevalve tegemisel on aluseks:</w:t>
      </w:r>
    </w:p>
    <w:p w14:paraId="2C076770" w14:textId="77777777" w:rsidR="00D76F23" w:rsidRPr="007517F6" w:rsidRDefault="00D76F23" w:rsidP="00A750C3">
      <w:pPr>
        <w:pStyle w:val="Pealkiri31"/>
        <w:jc w:val="both"/>
      </w:pPr>
      <w:r w:rsidRPr="007517F6">
        <w:t>käsundiandja ja ehitustöövõtja(te) vahel sõlmitud lepingud;</w:t>
      </w:r>
    </w:p>
    <w:p w14:paraId="33181120" w14:textId="76AD2934" w:rsidR="00D76F23" w:rsidRPr="007517F6" w:rsidRDefault="00F46CC7" w:rsidP="00A750C3">
      <w:pPr>
        <w:pStyle w:val="Pealkiri31"/>
        <w:jc w:val="both"/>
      </w:pPr>
      <w:r>
        <w:t>ehitus</w:t>
      </w:r>
      <w:r w:rsidR="00D76F23" w:rsidRPr="007517F6">
        <w:t>projekt</w:t>
      </w:r>
      <w:r w:rsidR="00E054FF" w:rsidRPr="007517F6">
        <w:t xml:space="preserve"> </w:t>
      </w:r>
      <w:r w:rsidR="0020099A">
        <w:t>nr</w:t>
      </w:r>
      <w:r w:rsidR="00215C93">
        <w:t xml:space="preserve"> 24070</w:t>
      </w:r>
      <w:r w:rsidR="00E462A9">
        <w:t>KP2</w:t>
      </w:r>
      <w:r w:rsidR="0020099A">
        <w:t xml:space="preserve"> AB Artes </w:t>
      </w:r>
      <w:r w:rsidR="00215C93">
        <w:t xml:space="preserve">Terrae </w:t>
      </w:r>
      <w:r w:rsidR="00E462A9">
        <w:t>OÜ</w:t>
      </w:r>
      <w:r w:rsidR="00D76F23" w:rsidRPr="007517F6">
        <w:t>;</w:t>
      </w:r>
    </w:p>
    <w:p w14:paraId="3D55BF82" w14:textId="77777777" w:rsidR="00D76F23" w:rsidRPr="007517F6" w:rsidRDefault="00D76F23" w:rsidP="00A750C3">
      <w:pPr>
        <w:pStyle w:val="Pealkiri31"/>
        <w:jc w:val="both"/>
      </w:pPr>
      <w:r w:rsidRPr="007517F6">
        <w:t>käsundiandja poolt tasuta käsundisaajale kasutada antud tema valduses olevad dokumendid, mis puudutavad töid lepingu objektil;</w:t>
      </w:r>
    </w:p>
    <w:p w14:paraId="5EF10C9F" w14:textId="69E4ACDC" w:rsidR="00857336" w:rsidRDefault="00D76F23" w:rsidP="00A750C3">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365DF488" w14:textId="77777777" w:rsidR="00A750C3" w:rsidRDefault="00A750C3" w:rsidP="00916851">
      <w:pPr>
        <w:pStyle w:val="Pealkiri21"/>
        <w:numPr>
          <w:ilvl w:val="0"/>
          <w:numId w:val="0"/>
        </w:numPr>
        <w:jc w:val="both"/>
      </w:pPr>
    </w:p>
    <w:p w14:paraId="607E2A7E" w14:textId="77777777" w:rsidR="000A33B4" w:rsidRPr="00857336" w:rsidRDefault="000A33B4" w:rsidP="00A9546B">
      <w:pPr>
        <w:pStyle w:val="Pealkiri11"/>
        <w:jc w:val="both"/>
        <w:rPr>
          <w:b/>
        </w:rPr>
      </w:pPr>
      <w:r w:rsidRPr="00857336">
        <w:rPr>
          <w:b/>
        </w:rPr>
        <w:t>Käsundisaaja kohustused</w:t>
      </w:r>
    </w:p>
    <w:p w14:paraId="1588BDC0" w14:textId="77777777" w:rsidR="00A17AE7" w:rsidRDefault="00A17AE7" w:rsidP="00CC41D8">
      <w:pPr>
        <w:pStyle w:val="Pealkiri21"/>
        <w:jc w:val="both"/>
      </w:pPr>
      <w:r w:rsidRPr="00A17AE7">
        <w:t xml:space="preserve">Käsundisaaja täidab kõiki  kohustusi, mis on omanikujärelevalve tegijale pandud ehitusseadustikuga, „Omanikujärelevalve tegemise korra“ ja teiste valdkonda reguleerivate õigusaktidega. </w:t>
      </w:r>
    </w:p>
    <w:p w14:paraId="435BD84F" w14:textId="0CD30083" w:rsidR="008C4A9A" w:rsidRPr="008C4A9A" w:rsidRDefault="008C4A9A" w:rsidP="009965FD">
      <w:pPr>
        <w:pStyle w:val="Pealkiri21"/>
        <w:jc w:val="both"/>
      </w:pPr>
      <w:r>
        <w:t>Osutada</w:t>
      </w:r>
      <w:r w:rsidRPr="008C4A9A">
        <w:t xml:space="preserve"> käesolevas Lepingus sätestatud teenust üksnes ja ainult Tellija huvidest ning eesmärkidest lähtudes. Seejuures </w:t>
      </w:r>
      <w:r>
        <w:t>käsundisaaja</w:t>
      </w:r>
      <w:r w:rsidRPr="008C4A9A">
        <w:t xml:space="preserve"> kinnitab ja tagab, et ta on täielikult sõltumatu</w:t>
      </w:r>
      <w:r w:rsidR="007455DB">
        <w:t xml:space="preserve"> ehitise</w:t>
      </w:r>
      <w:r w:rsidRPr="008C4A9A">
        <w:t xml:space="preserve"> projekteerijast, ehitajast, ehitisele paigaldatavate materjalide ja </w:t>
      </w:r>
      <w:r w:rsidRPr="008C4A9A">
        <w:lastRenderedPageBreak/>
        <w:t>seadmete ning konstruktsioonide hankijatest ja valmistajatest, samuti ei esine muid asjaolusid, mis seavad kahtluse alla tema objektiivsuse ja sõltumatuse</w:t>
      </w:r>
      <w:r w:rsidR="00012706">
        <w:t>.</w:t>
      </w:r>
    </w:p>
    <w:p w14:paraId="6C865EC9" w14:textId="38F7FF73" w:rsidR="000A33B4" w:rsidRPr="00314A30" w:rsidRDefault="000A33B4" w:rsidP="00CC41D8">
      <w:pPr>
        <w:pStyle w:val="Pealkiri21"/>
        <w:jc w:val="both"/>
      </w:pPr>
      <w:r w:rsidRPr="00314A30">
        <w:t>Juhtida korralisi ehitusnõupidamisi, mis toimuvad mitte sagedamini kui üks kord nädalas.</w:t>
      </w:r>
    </w:p>
    <w:p w14:paraId="79EF449F" w14:textId="77777777" w:rsidR="000A33B4" w:rsidRPr="00314A30" w:rsidRDefault="000A33B4" w:rsidP="00CC41D8">
      <w:pPr>
        <w:pStyle w:val="Pealkiri21"/>
        <w:jc w:val="both"/>
      </w:pPr>
      <w:r w:rsidRPr="00314A30">
        <w:t xml:space="preserve">Osaleda erakorralistel ehitusnõupidamistel, millest on käsundiandja vähemalt 3 </w:t>
      </w:r>
      <w:r w:rsidR="00E87D9F">
        <w:t xml:space="preserve">(kolm) </w:t>
      </w:r>
      <w:r w:rsidRPr="00314A30">
        <w:t>päeva ette teatanud. Ühekordsest väljakutsest teavitab käsundiandja käsundisaajat ette vähemalt 24 tundi. Käsundisaaja on samas valmis tegema kõik selleks, et lahendada probleemid operatiivselt</w:t>
      </w:r>
    </w:p>
    <w:p w14:paraId="6B286E7C" w14:textId="77777777" w:rsidR="000A33B4" w:rsidRPr="00314A30" w:rsidRDefault="000A33B4" w:rsidP="00A9546B">
      <w:pPr>
        <w:pStyle w:val="Pealkiri21"/>
        <w:jc w:val="both"/>
      </w:pPr>
      <w:r w:rsidRPr="00314A30">
        <w:t>Kontrollida ehitusobjektil dokumenteerimise nõuetest kinnipidamisest.</w:t>
      </w:r>
    </w:p>
    <w:p w14:paraId="09238C74" w14:textId="77777777" w:rsidR="000A33B4" w:rsidRPr="00314A30" w:rsidRDefault="000A33B4" w:rsidP="00A9546B">
      <w:pPr>
        <w:pStyle w:val="Pealkiri21"/>
        <w:jc w:val="both"/>
      </w:pPr>
      <w:r w:rsidRPr="00314A30">
        <w:t>Esitada käsundiandjale kirjalikult oma tähelepanekud ehitustööde käigus avastatud projektivigadest ja teha ettepanekud nende parandamiseks projekteerija poolt.</w:t>
      </w:r>
    </w:p>
    <w:p w14:paraId="33CFE5EE" w14:textId="77777777" w:rsidR="000A33B4" w:rsidRPr="00314A30" w:rsidRDefault="000A33B4" w:rsidP="00A9546B">
      <w:pPr>
        <w:pStyle w:val="Pealkiri21"/>
        <w:jc w:val="both"/>
      </w:pPr>
      <w:r w:rsidRPr="00314A30">
        <w:t>Esitada ehitustöövõtjale ja käsundiandjale loendi konstruktsioonidest, sõlmedest ja töödest, mille kohta ehitustöövõtja on kohustatud koostama kaetud tööde aktid.</w:t>
      </w:r>
    </w:p>
    <w:p w14:paraId="49B4A03F" w14:textId="77777777" w:rsidR="000A33B4" w:rsidRPr="00314A30" w:rsidRDefault="000A33B4" w:rsidP="00A9546B">
      <w:pPr>
        <w:pStyle w:val="Pealkiri21"/>
        <w:jc w:val="both"/>
      </w:pPr>
      <w:r w:rsidRPr="00314A30">
        <w:t>Teostada ehitusplatsil omanikujärelevalvet sellise sagedusega, mis tagab:</w:t>
      </w:r>
    </w:p>
    <w:p w14:paraId="317460FC" w14:textId="77777777" w:rsidR="000A33B4" w:rsidRPr="00314A30" w:rsidRDefault="000A33B4" w:rsidP="00A9546B">
      <w:pPr>
        <w:pStyle w:val="Pealkiri31"/>
        <w:jc w:val="both"/>
      </w:pPr>
      <w:r w:rsidRPr="00B93C1B">
        <w:t>vajalikud kooskõlastused ehitustöövõtjaga;</w:t>
      </w:r>
    </w:p>
    <w:p w14:paraId="58B9840E" w14:textId="77777777" w:rsidR="000A33B4" w:rsidRPr="00314A30" w:rsidRDefault="000A33B4" w:rsidP="00A9546B">
      <w:pPr>
        <w:pStyle w:val="Pealkiri31"/>
        <w:jc w:val="both"/>
      </w:pPr>
      <w:r w:rsidRPr="00314A30">
        <w:t>kindlustunde, et ehitustöövõtja sooritab igat järgnevat tööetappi projekti ning õigusaktide nõuete kohaselt;</w:t>
      </w:r>
    </w:p>
    <w:p w14:paraId="600BE520" w14:textId="77777777" w:rsidR="000A33B4" w:rsidRPr="00314A30" w:rsidRDefault="000A33B4" w:rsidP="00A9546B">
      <w:pPr>
        <w:pStyle w:val="Pealkiri31"/>
        <w:jc w:val="both"/>
      </w:pPr>
      <w:r w:rsidRPr="00314A30">
        <w:t>kindlustunde, et kõik kaetavad tööd on üle vaadatud ning positiivse tulemuse korral on kirjalikult vormistatud kaetud tööde akt ning antud luba järgnevate tööde teostamiseks;</w:t>
      </w:r>
    </w:p>
    <w:p w14:paraId="4361E6E0" w14:textId="77777777" w:rsidR="000A33B4" w:rsidRPr="00314A30" w:rsidRDefault="000A33B4" w:rsidP="00A9546B">
      <w:pPr>
        <w:pStyle w:val="Pealkiri31"/>
        <w:jc w:val="both"/>
      </w:pPr>
      <w:r w:rsidRPr="00314A30">
        <w:t>ehitustöövõtja poolt käsundiandjale üleantavad tööd on üle vaadatud ja käsundisaaja poolt on käsundiandjale antud teave üleantavate tööde kohasuse kohta.</w:t>
      </w:r>
    </w:p>
    <w:p w14:paraId="1DE2E895" w14:textId="63132EB3" w:rsidR="000A33B4" w:rsidRPr="00314A30" w:rsidRDefault="00292F6B" w:rsidP="009965FD">
      <w:pPr>
        <w:pStyle w:val="Pealkiri21"/>
        <w:jc w:val="both"/>
      </w:pPr>
      <w:r>
        <w:t>Ehitustööde kontrolli teostamise käigus on käsundisaajal õigus märkida ehitustööde päevikusse või muul viisil esitada kirjalikult eriarvamused ja märkused kontrolli käigus tuvastatud asjaoludest.</w:t>
      </w:r>
    </w:p>
    <w:p w14:paraId="2501615D" w14:textId="77777777" w:rsidR="000A33B4" w:rsidRDefault="000A33B4" w:rsidP="00A9546B">
      <w:pPr>
        <w:pStyle w:val="Pealkiri21"/>
        <w:jc w:val="both"/>
      </w:pPr>
      <w:r w:rsidRPr="00314A30">
        <w:t>Kooskõlastada ehitustööde üleandmise-vastuvõtmise aktid.</w:t>
      </w:r>
    </w:p>
    <w:p w14:paraId="0743FF77" w14:textId="6478B32B" w:rsidR="00CE4F74" w:rsidRDefault="00CE4F74" w:rsidP="002D4DF0">
      <w:pPr>
        <w:pStyle w:val="Pealkiri21"/>
        <w:jc w:val="both"/>
      </w:pPr>
      <w:r>
        <w:t xml:space="preserve">Käsundisaaja on kohustatud teavitama kirjalikult </w:t>
      </w:r>
      <w:r w:rsidR="00B91C13">
        <w:t>t</w:t>
      </w:r>
      <w:r>
        <w:t>ellijat teenuse osutamise käigus avastatud puudustest ehitamisel või projekteerimisel või juhtima tähelepanu tõenäoliselt tekkivatele puudustele. Kirjalikult esitatud teated peavad olema esitatud kirjalikku taasesitamist võimaldavas vormis, mis võimaldaks ka hilisemalt tuvastada nende esitamise täpne aeg ja esitaja.</w:t>
      </w:r>
    </w:p>
    <w:p w14:paraId="56AC2FBF" w14:textId="77777777" w:rsidR="00CE4F74" w:rsidRDefault="00CE4F74" w:rsidP="002D4DF0">
      <w:pPr>
        <w:pStyle w:val="Pealkiri31"/>
        <w:jc w:val="both"/>
      </w:pPr>
      <w:r>
        <w:t>a) Viivitamatut teavitamist nõudvad asjaolud</w:t>
      </w:r>
    </w:p>
    <w:p w14:paraId="60489C70" w14:textId="74E9B1EE" w:rsidR="00CE4F74" w:rsidRDefault="00B91C13" w:rsidP="002D4DF0">
      <w:pPr>
        <w:pStyle w:val="Pealkiri41"/>
        <w:jc w:val="both"/>
      </w:pPr>
      <w:r>
        <w:t>Käsundisaaja</w:t>
      </w:r>
      <w:r w:rsidR="00CE4F74">
        <w:t xml:space="preserve"> on kohustatud teavitama </w:t>
      </w:r>
      <w:r>
        <w:t>t</w:t>
      </w:r>
      <w:r w:rsidR="00CE4F74">
        <w:t>ellijat viivitamatult</w:t>
      </w:r>
      <w:r w:rsidR="001953F2">
        <w:t xml:space="preserve"> </w:t>
      </w:r>
      <w:r w:rsidR="00CE4F74">
        <w:t>pärast vastavate</w:t>
      </w:r>
      <w:r>
        <w:t xml:space="preserve"> </w:t>
      </w:r>
      <w:r w:rsidR="00CE4F74">
        <w:t>asjaolude temale teatavaks saamist:</w:t>
      </w:r>
    </w:p>
    <w:p w14:paraId="5CA652B9" w14:textId="77777777" w:rsidR="00CE4F74" w:rsidRDefault="00CE4F74" w:rsidP="00E70174">
      <w:pPr>
        <w:pStyle w:val="Pealkiri21"/>
        <w:numPr>
          <w:ilvl w:val="0"/>
          <w:numId w:val="0"/>
        </w:numPr>
        <w:ind w:left="576"/>
        <w:jc w:val="both"/>
      </w:pPr>
      <w:r>
        <w:t>- ehitusprojektis ilmnenud mittevastavusest nõuetele;</w:t>
      </w:r>
    </w:p>
    <w:p w14:paraId="73C05B78" w14:textId="77777777" w:rsidR="00CE4F74" w:rsidRDefault="00CE4F74" w:rsidP="00E70174">
      <w:pPr>
        <w:pStyle w:val="Pealkiri21"/>
        <w:numPr>
          <w:ilvl w:val="0"/>
          <w:numId w:val="0"/>
        </w:numPr>
        <w:ind w:left="576"/>
        <w:jc w:val="both"/>
      </w:pPr>
      <w:r>
        <w:t>- ehitamisel ilmnenud mittevastavusest ehitusprojektile;</w:t>
      </w:r>
    </w:p>
    <w:p w14:paraId="358209BF" w14:textId="77777777" w:rsidR="00CE4F74" w:rsidRDefault="00CE4F74" w:rsidP="00E70174">
      <w:pPr>
        <w:pStyle w:val="Pealkiri21"/>
        <w:numPr>
          <w:ilvl w:val="0"/>
          <w:numId w:val="0"/>
        </w:numPr>
        <w:ind w:left="576"/>
        <w:jc w:val="both"/>
      </w:pPr>
      <w:r>
        <w:t>- ehitamisel kasutatavate ehitustoodete ilmnenud</w:t>
      </w:r>
    </w:p>
    <w:p w14:paraId="58BCC7AA" w14:textId="5DA24B35" w:rsidR="00CE4F74" w:rsidRDefault="001953F2" w:rsidP="00E70174">
      <w:pPr>
        <w:pStyle w:val="Pealkiri21"/>
        <w:numPr>
          <w:ilvl w:val="0"/>
          <w:numId w:val="0"/>
        </w:numPr>
        <w:ind w:left="576"/>
        <w:jc w:val="both"/>
      </w:pPr>
      <w:r>
        <w:t xml:space="preserve">- </w:t>
      </w:r>
      <w:r w:rsidR="00CE4F74">
        <w:t>mittevastavusest nõuetele;</w:t>
      </w:r>
    </w:p>
    <w:p w14:paraId="5D44B872" w14:textId="77777777" w:rsidR="00CE4F74" w:rsidRDefault="00CE4F74" w:rsidP="00E70174">
      <w:pPr>
        <w:pStyle w:val="Pealkiri21"/>
        <w:numPr>
          <w:ilvl w:val="0"/>
          <w:numId w:val="0"/>
        </w:numPr>
        <w:ind w:left="576"/>
        <w:jc w:val="both"/>
      </w:pPr>
      <w:r>
        <w:t>- teostatavate ehitustööde ohtlikkusest;</w:t>
      </w:r>
    </w:p>
    <w:p w14:paraId="3064D8A3" w14:textId="77777777" w:rsidR="00CE4F74" w:rsidRDefault="00CE4F74" w:rsidP="00E70174">
      <w:pPr>
        <w:pStyle w:val="Pealkiri21"/>
        <w:numPr>
          <w:ilvl w:val="0"/>
          <w:numId w:val="0"/>
        </w:numPr>
        <w:ind w:left="576"/>
        <w:jc w:val="both"/>
      </w:pPr>
      <w:r>
        <w:t>- ehitatava ehitise ja ehitusplatsi ohtlikkusest;</w:t>
      </w:r>
    </w:p>
    <w:p w14:paraId="27D7BC49" w14:textId="77777777" w:rsidR="00CE4F74" w:rsidRDefault="00CE4F74" w:rsidP="00E70174">
      <w:pPr>
        <w:pStyle w:val="Pealkiri21"/>
        <w:numPr>
          <w:ilvl w:val="0"/>
          <w:numId w:val="0"/>
        </w:numPr>
        <w:ind w:left="576"/>
        <w:jc w:val="both"/>
      </w:pPr>
      <w:r>
        <w:t>- ehitamisest tingitud keskkonna saastatusest ehitusplatsil;</w:t>
      </w:r>
    </w:p>
    <w:p w14:paraId="1A5EF28C" w14:textId="77777777" w:rsidR="00CE4F74" w:rsidRDefault="00CE4F74" w:rsidP="00E70174">
      <w:pPr>
        <w:pStyle w:val="Pealkiri21"/>
        <w:numPr>
          <w:ilvl w:val="0"/>
          <w:numId w:val="0"/>
        </w:numPr>
        <w:ind w:left="576"/>
        <w:jc w:val="both"/>
      </w:pPr>
      <w:r>
        <w:t>- ehitatavast ehitisest tingitud keskkonna saastamisest.</w:t>
      </w:r>
    </w:p>
    <w:p w14:paraId="478B96E9" w14:textId="77777777" w:rsidR="00CE4F74" w:rsidRDefault="00CE4F74" w:rsidP="00252D4E">
      <w:pPr>
        <w:pStyle w:val="Pealkiri31"/>
        <w:jc w:val="both"/>
      </w:pPr>
      <w:r>
        <w:t>b) Muud teavitamist nõudvad asjaolud</w:t>
      </w:r>
    </w:p>
    <w:p w14:paraId="6EE0C6F7" w14:textId="3F7A9FBE" w:rsidR="00CE4F74" w:rsidRPr="00B913C8" w:rsidRDefault="00CE4F74" w:rsidP="00252D4E">
      <w:pPr>
        <w:pStyle w:val="Pealkiri41"/>
        <w:jc w:val="both"/>
        <w:rPr>
          <w:color w:val="000000" w:themeColor="text1"/>
        </w:rPr>
      </w:pPr>
      <w:r>
        <w:t>Muudest asjaoludest, mis ohustavad või rikuvad</w:t>
      </w:r>
      <w:r w:rsidR="00B91C13">
        <w:t xml:space="preserve"> käsundisaajale </w:t>
      </w:r>
      <w:r>
        <w:t xml:space="preserve">teadaolevalt </w:t>
      </w:r>
      <w:r w:rsidR="00B91C13">
        <w:t>t</w:t>
      </w:r>
      <w:r>
        <w:t>ellija õiguseid seoses</w:t>
      </w:r>
      <w:r w:rsidR="00B91C13">
        <w:t xml:space="preserve"> </w:t>
      </w:r>
      <w:r>
        <w:t xml:space="preserve">ehitatava ehitisega, on </w:t>
      </w:r>
      <w:r w:rsidR="00B91C13">
        <w:t>käsundisaaja</w:t>
      </w:r>
      <w:r>
        <w:t xml:space="preserve"> kohustatu</w:t>
      </w:r>
      <w:r w:rsidR="00B91C13">
        <w:t xml:space="preserve"> t</w:t>
      </w:r>
      <w:r>
        <w:t>ellijat</w:t>
      </w:r>
      <w:r w:rsidR="00B91C13">
        <w:t xml:space="preserve"> </w:t>
      </w:r>
      <w:r>
        <w:t>kirjalikult teavitama kahe tööpäeva jooksul alates ajast, millal</w:t>
      </w:r>
      <w:r w:rsidR="00B91C13">
        <w:t xml:space="preserve"> käsundisaaja</w:t>
      </w:r>
      <w:r>
        <w:t xml:space="preserve"> vastavatest </w:t>
      </w:r>
      <w:r w:rsidRPr="00B913C8">
        <w:rPr>
          <w:color w:val="000000" w:themeColor="text1"/>
        </w:rPr>
        <w:t>asjaoludest teada sai.</w:t>
      </w:r>
    </w:p>
    <w:p w14:paraId="1EB29EBA" w14:textId="6917C20B" w:rsidR="00AD7901" w:rsidRPr="00B913C8" w:rsidRDefault="00705F14" w:rsidP="00B91C13">
      <w:pPr>
        <w:pStyle w:val="Pealkiri21"/>
        <w:jc w:val="both"/>
        <w:rPr>
          <w:color w:val="000000" w:themeColor="text1"/>
        </w:rPr>
      </w:pPr>
      <w:r w:rsidRPr="00B913C8">
        <w:rPr>
          <w:color w:val="000000" w:themeColor="text1"/>
        </w:rPr>
        <w:t>Vajadusel vaatama garantiiperioodi jooksul koos käsundiandjaga üle ehitisel ilmnenud mittevastavused ning osalema enne garantiiaja lõppu toimuval garantiiülevaatusel.</w:t>
      </w:r>
    </w:p>
    <w:p w14:paraId="13B04E6A" w14:textId="5DBBCDC9" w:rsidR="00705F14" w:rsidRPr="00B913C8" w:rsidRDefault="00372A85" w:rsidP="00A9546B">
      <w:pPr>
        <w:pStyle w:val="Pealkiri21"/>
        <w:jc w:val="both"/>
        <w:rPr>
          <w:color w:val="000000" w:themeColor="text1"/>
        </w:rPr>
      </w:pPr>
      <w:r w:rsidRPr="00B913C8">
        <w:rPr>
          <w:color w:val="000000" w:themeColor="text1"/>
        </w:rPr>
        <w:t>Omada töö tegemisel, olenevalt töö iseloomust, vastava töö tegemiseks nõutavat tegevusluba või registreeringut või majandustegevuse teadet. Välismaine teenuseosutaja peab järgima temale kehtivaid nõudeid.</w:t>
      </w:r>
    </w:p>
    <w:p w14:paraId="68A7138E" w14:textId="233E74DC" w:rsidR="00FB0AF1" w:rsidRPr="00B913C8" w:rsidRDefault="0088252F" w:rsidP="00A9546B">
      <w:pPr>
        <w:pStyle w:val="Pealkiri21"/>
        <w:jc w:val="both"/>
        <w:rPr>
          <w:color w:val="000000" w:themeColor="text1"/>
        </w:rPr>
      </w:pPr>
      <w:r w:rsidRPr="00B913C8">
        <w:rPr>
          <w:color w:val="000000" w:themeColor="text1"/>
        </w:rPr>
        <w:t>T</w:t>
      </w:r>
      <w:r w:rsidR="000C0E62" w:rsidRPr="00B913C8">
        <w:rPr>
          <w:color w:val="000000" w:themeColor="text1"/>
        </w:rPr>
        <w:t xml:space="preserve">agada, et lepingu täitmisel kasutatakse neid spetsialiste, kelle käsundisaaja esitas riigihanke pakkumuse koosseisus pakkuja kvalifitseerimiseks, või vähemalt samale </w:t>
      </w:r>
      <w:r w:rsidR="000C0E62" w:rsidRPr="00B913C8">
        <w:rPr>
          <w:color w:val="000000" w:themeColor="text1"/>
        </w:rPr>
        <w:lastRenderedPageBreak/>
        <w:t>kvalifikatsioonile vastavaid spetsialiste, kui on vahetuse eelnevalt käsundiandjaga kooskõlastanud. Käsundiandjal on õigus nõuda alltöövõtjate või kaasatud spetsialistide väljavahetamist käsundisaaja kulul, kui nimetatud isikud teostavad töid mittekohaselt. Lepingust tulenevate kohustuste täitmise eest vastutab käsundisaaja olenemata sellest, kas ta teostas vastavad tööd ise või kasutas tööde teostamiseks alltöövõtjaid või muid kolmandaid isikuid.</w:t>
      </w:r>
    </w:p>
    <w:p w14:paraId="145463C6" w14:textId="3D2ED09B" w:rsidR="00DB5BCE" w:rsidRPr="00B913C8" w:rsidRDefault="00D31798" w:rsidP="00DB5BCE">
      <w:pPr>
        <w:pStyle w:val="Pealkiri21"/>
        <w:rPr>
          <w:color w:val="000000" w:themeColor="text1"/>
        </w:rPr>
      </w:pPr>
      <w:r>
        <w:rPr>
          <w:color w:val="000000" w:themeColor="text1"/>
        </w:rPr>
        <w:t>K</w:t>
      </w:r>
      <w:r w:rsidR="00DB5BCE" w:rsidRPr="00B913C8">
        <w:rPr>
          <w:color w:val="000000" w:themeColor="text1"/>
        </w:rPr>
        <w:t>ooskõlasta</w:t>
      </w:r>
      <w:r w:rsidR="0088252F" w:rsidRPr="00B913C8">
        <w:rPr>
          <w:color w:val="000000" w:themeColor="text1"/>
        </w:rPr>
        <w:t>d</w:t>
      </w:r>
      <w:r w:rsidR="00DB5BCE" w:rsidRPr="00B913C8">
        <w:rPr>
          <w:color w:val="000000" w:themeColor="text1"/>
        </w:rPr>
        <w:t>a käsundiandjaga eelnevalt kirjalikult:</w:t>
      </w:r>
    </w:p>
    <w:p w14:paraId="0058DCDF" w14:textId="77777777" w:rsidR="000C4509" w:rsidRPr="00B913C8" w:rsidRDefault="000C4509" w:rsidP="00BA663D">
      <w:pPr>
        <w:pStyle w:val="Pealkiri31"/>
        <w:jc w:val="both"/>
        <w:rPr>
          <w:color w:val="000000" w:themeColor="text1"/>
        </w:rPr>
      </w:pPr>
      <w:r w:rsidRPr="00B913C8">
        <w:rPr>
          <w:color w:val="000000" w:themeColor="text1"/>
        </w:rPr>
        <w:t>kõik alltöövõtjad;</w:t>
      </w:r>
    </w:p>
    <w:p w14:paraId="08D79C4F" w14:textId="38F01AAC" w:rsidR="00756D9B" w:rsidRPr="00DF6560" w:rsidRDefault="00792232" w:rsidP="00DF6560">
      <w:pPr>
        <w:pStyle w:val="Pealkiri31"/>
        <w:jc w:val="both"/>
        <w:rPr>
          <w:color w:val="000000" w:themeColor="text1"/>
        </w:rPr>
      </w:pPr>
      <w:r w:rsidRPr="00B913C8">
        <w:rPr>
          <w:color w:val="000000" w:themeColor="text1"/>
        </w:rPr>
        <w:t>kõikide nende spetsialistide vahetamise, kelle käsundisaaja esitas riigihanke pakkumuse koosseisus pakkuja kvalifitseerimiseks.</w:t>
      </w:r>
      <w:r w:rsidR="00DF6560">
        <w:rPr>
          <w:color w:val="000000" w:themeColor="text1"/>
        </w:rPr>
        <w:t xml:space="preserve"> </w:t>
      </w:r>
      <w:r w:rsidR="00BA663D" w:rsidRPr="00DF6560">
        <w:rPr>
          <w:color w:val="000000" w:themeColor="text1"/>
        </w:rPr>
        <w:t>Sellisel juhul esitab käsundisaaja käsundiandjale kirjalikku taasesitamist võimaldavas vormis taotluse alltöövõtjate kasutamiseks või spetsialistide vahetamiseks, näidates taotluses muuhulgas need tööd, mille ulatuses käsundisaaja soovib alltöövõttu teostada või spetsialiste vahetada ning esitab koos taotlusega andmed ja dokumendid, mille alusel käsundiandjal on võimalik hinnata alltöövõtja või spetsialisti vastavust lepingus sätestatud tingimustele. Käsundiandjal on õigus keelduda nimetatud isikute kasutamiseks kooskõlastuse andmisest, kui isikud ei vasta lepingus või hankedokumentides sätestatud nõuetele, samuti on käsundiandjal õigus nõuda käsundiandjaga mitte kooskõlastatud alltöövõtjate või spetsialistide eemaldamist tööde teostamiselt ning ehitusplatsilt ning vajaduselt tööde peatamist kuni lepingus sätestatud nõuetele vastava kvalifikatsiooniga tööjõu kaasamiseni käsundisaaja poolt.</w:t>
      </w:r>
    </w:p>
    <w:p w14:paraId="5F85B637" w14:textId="49A0C3D6" w:rsidR="00756D9B" w:rsidRPr="00D07115" w:rsidRDefault="00EF3A7A" w:rsidP="005F4511">
      <w:pPr>
        <w:pStyle w:val="Pealkiri21"/>
      </w:pPr>
      <w:r w:rsidRPr="00D07115">
        <w:t xml:space="preserve">Tellija soovil on </w:t>
      </w:r>
      <w:r w:rsidR="00E53CA7" w:rsidRPr="00D07115">
        <w:t>käsundisaaja</w:t>
      </w:r>
      <w:r w:rsidRPr="00D07115">
        <w:t xml:space="preserve"> kohustatud tegema täiendavaid </w:t>
      </w:r>
      <w:r w:rsidR="0043593E" w:rsidRPr="00D07115">
        <w:t>lisa</w:t>
      </w:r>
      <w:r w:rsidR="00401699" w:rsidRPr="00D07115">
        <w:t>- või muudatus</w:t>
      </w:r>
      <w:r w:rsidR="0043593E" w:rsidRPr="00D07115">
        <w:t>töid</w:t>
      </w:r>
      <w:r w:rsidR="00D76309" w:rsidRPr="00D07115">
        <w:t xml:space="preserve"> vastavalt raamlepingu p-</w:t>
      </w:r>
      <w:r w:rsidR="00401699" w:rsidRPr="00D07115">
        <w:t>de</w:t>
      </w:r>
      <w:r w:rsidR="00D76309" w:rsidRPr="00D07115">
        <w:t xml:space="preserve">le </w:t>
      </w:r>
      <w:r w:rsidR="00401699" w:rsidRPr="00D07115">
        <w:t>6.6-6.10</w:t>
      </w:r>
      <w:r w:rsidR="00496CCD" w:rsidRPr="00D07115">
        <w:t xml:space="preserve">. </w:t>
      </w:r>
    </w:p>
    <w:p w14:paraId="4565AD54" w14:textId="4A288B06" w:rsidR="00BD0FA4" w:rsidRPr="00D07115" w:rsidRDefault="00BD0FA4" w:rsidP="005F4511">
      <w:pPr>
        <w:pStyle w:val="Pealkiri21"/>
      </w:pPr>
      <w:r w:rsidRPr="00D07115">
        <w:t xml:space="preserve">Omama lepingu kehtivuse perioodil erialase tegevuse vastutuskindlustuse poliisi </w:t>
      </w:r>
      <w:r w:rsidR="00A95844" w:rsidRPr="00D07115">
        <w:t xml:space="preserve">kindlustussummaga vähemalt </w:t>
      </w:r>
      <w:r w:rsidR="002C6E6C" w:rsidRPr="00D07115">
        <w:t>10</w:t>
      </w:r>
      <w:r w:rsidR="00A95844" w:rsidRPr="00D07115">
        <w:t xml:space="preserve"> 000 eurot</w:t>
      </w:r>
      <w:r w:rsidRPr="00D07115">
        <w:t>.</w:t>
      </w:r>
    </w:p>
    <w:p w14:paraId="41010055" w14:textId="77777777" w:rsidR="00857336" w:rsidRPr="00314A30" w:rsidRDefault="00857336" w:rsidP="0021683F">
      <w:pPr>
        <w:pStyle w:val="Pealkiri21"/>
        <w:numPr>
          <w:ilvl w:val="0"/>
          <w:numId w:val="0"/>
        </w:numPr>
        <w:jc w:val="both"/>
      </w:pPr>
    </w:p>
    <w:p w14:paraId="5E7684A9" w14:textId="77777777" w:rsidR="000A33B4" w:rsidRPr="00857336" w:rsidRDefault="000A33B4" w:rsidP="00A9546B">
      <w:pPr>
        <w:pStyle w:val="Pealkiri11"/>
        <w:jc w:val="both"/>
        <w:rPr>
          <w:b/>
        </w:rPr>
      </w:pPr>
      <w:r w:rsidRPr="00857336">
        <w:rPr>
          <w:b/>
        </w:rPr>
        <w:t>Käsundiandja kohustused</w:t>
      </w:r>
    </w:p>
    <w:p w14:paraId="03CC21B0" w14:textId="77777777" w:rsidR="000A33B4" w:rsidRPr="00314A30" w:rsidRDefault="000A33B4" w:rsidP="00A9546B">
      <w:pPr>
        <w:pStyle w:val="Pealkiri21"/>
        <w:jc w:val="both"/>
      </w:pPr>
      <w:r w:rsidRPr="00314A30">
        <w:t>Anda käsundisaajale üle ehitustöövõtjaga sõlmitud töövõtulepingu dokumendid ja ehitusprojekti dokumendid. Käsundiandja vastutab nende dokumentide õigsuse eest.</w:t>
      </w:r>
    </w:p>
    <w:p w14:paraId="49350BB1" w14:textId="77777777" w:rsidR="000A33B4" w:rsidRPr="00314A30" w:rsidRDefault="000A33B4" w:rsidP="00A9546B">
      <w:pPr>
        <w:pStyle w:val="Pealkiri21"/>
        <w:jc w:val="both"/>
      </w:pPr>
      <w:r w:rsidRPr="00314A30">
        <w:t xml:space="preserve">Anda käsundisaajale üle ehitusprojekti dokumentide muudatused samaaegselt nende ülendamisega ehitustöövõtjale, sh </w:t>
      </w:r>
      <w:r w:rsidRPr="00314A30">
        <w:rPr>
          <w:color w:val="000000"/>
        </w:rPr>
        <w:t>ehitustöövõtjaga kokkulepitud ajagraafiku ning nõudma ehitustöövõtjalt ehitustööde dokumenteerimist.</w:t>
      </w:r>
    </w:p>
    <w:p w14:paraId="130E6C55" w14:textId="77777777" w:rsidR="000A33B4" w:rsidRPr="00314A30" w:rsidRDefault="000A33B4" w:rsidP="00A9546B">
      <w:pPr>
        <w:pStyle w:val="Pealkiri21"/>
        <w:jc w:val="both"/>
      </w:pPr>
      <w:r w:rsidRPr="00314A30">
        <w:t>Vastutada ehitusplatsi, seal toimuva ehitustöö ja sellega kaasneda võivate kõrvalmõjude eest ümbritsevale keskkonnale, välja arvatud osas, mis on lepinguga üle antud projekteerijale, ehitustöövõtjale ja käsundisaajale.</w:t>
      </w:r>
    </w:p>
    <w:p w14:paraId="2B5EA2FD" w14:textId="77777777" w:rsidR="000A33B4" w:rsidRPr="00314A30" w:rsidRDefault="000A33B4" w:rsidP="00A9546B">
      <w:pPr>
        <w:pStyle w:val="Pealkiri21"/>
        <w:jc w:val="both"/>
      </w:pPr>
      <w:r w:rsidRPr="00314A30">
        <w:t>Esitada kolmandale osapoolele, s.h ehitustöövõtjale ja projekteerijale käsundisaaja andmed ja kohustuste loetelu. Vastuolude puhul käsundisaajaga sõlmitud lepingu tingimuste ja ehitustööde töövõtulepingu ning projekteerimislepingu tingimuste vahel vastutab tagajärgede eest käsundiandja.</w:t>
      </w:r>
    </w:p>
    <w:p w14:paraId="54C58E93" w14:textId="1787B8CA" w:rsidR="00A13C77" w:rsidRDefault="000A33B4" w:rsidP="000B321D">
      <w:pPr>
        <w:pStyle w:val="Pealkiri21"/>
        <w:jc w:val="both"/>
      </w:pPr>
      <w:r w:rsidRPr="00314A30">
        <w:t>Hüvitada käsundisaajale kulud, mida viimane on kandnud või kannab seoses nimetatud töödega, juhul, kui mingil põhjusel peatatakse kokkulepitud tööde teostamine.</w:t>
      </w:r>
    </w:p>
    <w:p w14:paraId="56F06B51" w14:textId="77777777" w:rsidR="000B321D" w:rsidRPr="006E72E5" w:rsidRDefault="000B321D" w:rsidP="000B321D">
      <w:pPr>
        <w:pStyle w:val="Pealkiri21"/>
        <w:numPr>
          <w:ilvl w:val="0"/>
          <w:numId w:val="0"/>
        </w:numPr>
        <w:ind w:left="576"/>
        <w:jc w:val="both"/>
      </w:pPr>
    </w:p>
    <w:p w14:paraId="5C6B8808" w14:textId="77777777" w:rsidR="003A7BF3" w:rsidRPr="00857336" w:rsidRDefault="00CA32B8" w:rsidP="00A9546B">
      <w:pPr>
        <w:pStyle w:val="Pealkiri11"/>
        <w:jc w:val="both"/>
        <w:rPr>
          <w:b/>
        </w:rPr>
      </w:pPr>
      <w:r w:rsidRPr="00857336">
        <w:rPr>
          <w:b/>
        </w:rPr>
        <w:t>Tasu</w:t>
      </w:r>
    </w:p>
    <w:p w14:paraId="244E78DE" w14:textId="6511B1DD" w:rsidR="00CA32B8" w:rsidRPr="00BE578A" w:rsidRDefault="00CA32B8" w:rsidP="00A9546B">
      <w:pPr>
        <w:pStyle w:val="Pealkiri21"/>
        <w:jc w:val="both"/>
        <w:rPr>
          <w:b/>
        </w:rPr>
      </w:pPr>
      <w:r w:rsidRPr="00BE578A">
        <w:rPr>
          <w:color w:val="000000"/>
        </w:rPr>
        <w:t xml:space="preserve">Käsundisaajale makstava tasu suuruseks on </w:t>
      </w:r>
      <w:r w:rsidR="00AF3F62">
        <w:t>980</w:t>
      </w:r>
      <w:r w:rsidR="003A7BF3" w:rsidRPr="007517F6">
        <w:t xml:space="preserve"> (</w:t>
      </w:r>
      <w:r w:rsidR="005279C0">
        <w:rPr>
          <w:rFonts w:eastAsia="Calibri"/>
        </w:rPr>
        <w:t>üheksasada kaheksakümmend)</w:t>
      </w:r>
      <w:r w:rsidR="0032155F">
        <w:rPr>
          <w:rFonts w:eastAsia="Calibri"/>
        </w:rPr>
        <w:t xml:space="preserve"> </w:t>
      </w:r>
      <w:r w:rsidRPr="00BE578A">
        <w:rPr>
          <w:color w:val="000000"/>
        </w:rPr>
        <w:t>euro</w:t>
      </w:r>
      <w:r w:rsidR="00B93C1B">
        <w:rPr>
          <w:color w:val="000000"/>
        </w:rPr>
        <w:t>t, millele lisandub käibemaks</w:t>
      </w:r>
      <w:r w:rsidRPr="00BE578A">
        <w:rPr>
          <w:color w:val="000000"/>
        </w:rPr>
        <w:t xml:space="preserve">. </w:t>
      </w:r>
    </w:p>
    <w:p w14:paraId="2144D8D9" w14:textId="7DF2827D" w:rsidR="000A33B4" w:rsidRDefault="00194C47" w:rsidP="00A9546B">
      <w:pPr>
        <w:pStyle w:val="Pealkiri21"/>
        <w:jc w:val="both"/>
      </w:pPr>
      <w:r w:rsidRPr="00314A30">
        <w:t xml:space="preserve">Käsundiandja tasub töö eest </w:t>
      </w:r>
      <w:r>
        <w:t xml:space="preserve">1 korra </w:t>
      </w:r>
      <w:r w:rsidR="00CA32B8" w:rsidRPr="00314A30">
        <w:t xml:space="preserve">pärast ehitustööde lõppülevaatuse akti vormistamist, millele on allakirjutanud käsundiandja ja </w:t>
      </w:r>
      <w:r w:rsidR="00CA32B8" w:rsidRPr="009F0039">
        <w:t>ehitustöövõtja esindajad.</w:t>
      </w:r>
    </w:p>
    <w:p w14:paraId="6E14E718" w14:textId="6C947903" w:rsidR="00857336" w:rsidRPr="009F0039" w:rsidRDefault="00857336" w:rsidP="00F4437C">
      <w:pPr>
        <w:pStyle w:val="Pealkiri21"/>
        <w:numPr>
          <w:ilvl w:val="0"/>
          <w:numId w:val="0"/>
        </w:numPr>
        <w:jc w:val="both"/>
      </w:pPr>
    </w:p>
    <w:p w14:paraId="32F278AF" w14:textId="77777777" w:rsidR="00CA32B8" w:rsidRPr="00857336" w:rsidRDefault="00CA32B8" w:rsidP="00A9546B">
      <w:pPr>
        <w:pStyle w:val="Pealkiri11"/>
        <w:jc w:val="both"/>
        <w:rPr>
          <w:b/>
        </w:rPr>
      </w:pPr>
      <w:r w:rsidRPr="00857336">
        <w:rPr>
          <w:b/>
        </w:rPr>
        <w:t>Lepingu kehtivus</w:t>
      </w:r>
    </w:p>
    <w:p w14:paraId="1B0C99E2" w14:textId="77777777" w:rsidR="00CA32B8" w:rsidRPr="00314A30" w:rsidRDefault="00CA32B8" w:rsidP="00A9546B">
      <w:pPr>
        <w:pStyle w:val="Pealkiri21"/>
        <w:jc w:val="both"/>
      </w:pPr>
      <w:r w:rsidRPr="00314A30">
        <w:t>Ehitusplatsil alustatakse omanikujärelevalvet ehitustööde alustamisega. Teenuse osutamise algusest teatab käsundiandja käsundisaajale täiendavalt, kuid mitte hiljem, kui 3</w:t>
      </w:r>
      <w:r w:rsidR="003A7BF3">
        <w:t xml:space="preserve"> (kolm)</w:t>
      </w:r>
      <w:r w:rsidRPr="00314A30">
        <w:t xml:space="preserve"> päeva enne ehitustööde algust.</w:t>
      </w:r>
    </w:p>
    <w:p w14:paraId="4D783171" w14:textId="66A837EA" w:rsidR="00CA32B8" w:rsidRPr="00314A30" w:rsidRDefault="00CA32B8" w:rsidP="00A9546B">
      <w:pPr>
        <w:pStyle w:val="Pealkiri21"/>
        <w:jc w:val="both"/>
      </w:pPr>
      <w:r>
        <w:lastRenderedPageBreak/>
        <w:t>Käsundisaaja teenuse lõpetamise aeg on 30</w:t>
      </w:r>
      <w:r w:rsidR="003A7BF3">
        <w:t xml:space="preserve"> (kolmkümmend) </w:t>
      </w:r>
      <w:r>
        <w:t xml:space="preserve">päeva pärast </w:t>
      </w:r>
      <w:r w:rsidR="009A0F47">
        <w:t>ehitise kasutusteatise esitami</w:t>
      </w:r>
      <w:r w:rsidR="009C4613">
        <w:t>st</w:t>
      </w:r>
      <w:r w:rsidR="009A0F47">
        <w:t xml:space="preserve"> või kasutusloa saami</w:t>
      </w:r>
      <w:r w:rsidR="00705AEF">
        <w:t>st</w:t>
      </w:r>
      <w:r w:rsidR="009A0F47">
        <w:t xml:space="preserve"> või tee puhul selle vastuvõtmis</w:t>
      </w:r>
      <w:r w:rsidR="00705AEF">
        <w:t>t</w:t>
      </w:r>
      <w:r w:rsidR="009A0F47">
        <w:t>.</w:t>
      </w:r>
    </w:p>
    <w:p w14:paraId="170D9AB0" w14:textId="77777777" w:rsidR="00CA32B8" w:rsidRPr="00314A30" w:rsidRDefault="00CA32B8" w:rsidP="00A9546B">
      <w:pPr>
        <w:pStyle w:val="Pealkiri21"/>
        <w:jc w:val="both"/>
      </w:pPr>
      <w:r w:rsidRPr="00314A30">
        <w:t>Lepingu alusel osutatud teenuse garantii kehtib ehitustööde garantiiperioodi lõpuni.</w:t>
      </w:r>
    </w:p>
    <w:p w14:paraId="7FF41538" w14:textId="77777777" w:rsidR="009F0039" w:rsidRPr="00314A30" w:rsidRDefault="009F0039" w:rsidP="00A9546B">
      <w:pPr>
        <w:jc w:val="both"/>
      </w:pPr>
    </w:p>
    <w:p w14:paraId="51DF09E4" w14:textId="77777777" w:rsidR="009F0039" w:rsidRPr="00857336" w:rsidRDefault="00231D91" w:rsidP="00A9546B">
      <w:pPr>
        <w:pStyle w:val="Pealkiri11"/>
        <w:jc w:val="both"/>
        <w:rPr>
          <w:b/>
        </w:rPr>
      </w:pPr>
      <w:r>
        <w:rPr>
          <w:b/>
        </w:rPr>
        <w:t>Poolte esindajad ja</w:t>
      </w:r>
      <w:r w:rsidR="00D97216" w:rsidRPr="00857336">
        <w:rPr>
          <w:b/>
        </w:rPr>
        <w:t xml:space="preserve"> </w:t>
      </w:r>
      <w:r w:rsidR="009F0039" w:rsidRPr="00857336">
        <w:rPr>
          <w:b/>
        </w:rPr>
        <w:t>kontaktandmed</w:t>
      </w:r>
    </w:p>
    <w:p w14:paraId="748B561A" w14:textId="7C4E9693" w:rsidR="00BE578A" w:rsidRDefault="009F0039" w:rsidP="00A9546B">
      <w:pPr>
        <w:pStyle w:val="Pealkiri21"/>
        <w:jc w:val="both"/>
      </w:pPr>
      <w:r>
        <w:t>Käsundiandja</w:t>
      </w:r>
      <w:r w:rsidR="006A1454">
        <w:t xml:space="preserve"> esindaja on </w:t>
      </w:r>
      <w:r w:rsidR="00BC45A7">
        <w:rPr>
          <w:bCs/>
        </w:rPr>
        <w:t>RMK Lahemaa külastusala juht Timo Kangur</w:t>
      </w:r>
      <w:r w:rsidR="00BC45A7" w:rsidRPr="0020384F">
        <w:rPr>
          <w:bCs/>
        </w:rPr>
        <w:t xml:space="preserve"> tel </w:t>
      </w:r>
      <w:r w:rsidR="00BC45A7">
        <w:rPr>
          <w:bCs/>
        </w:rPr>
        <w:t xml:space="preserve">501 7970, </w:t>
      </w:r>
      <w:r w:rsidR="00BC45A7" w:rsidRPr="0020384F">
        <w:rPr>
          <w:bCs/>
        </w:rPr>
        <w:t>e-post</w:t>
      </w:r>
      <w:r w:rsidR="00BC45A7">
        <w:rPr>
          <w:bCs/>
        </w:rPr>
        <w:t xml:space="preserve"> timo.kangur@rmk.ee</w:t>
      </w:r>
      <w:r w:rsidR="00BC45A7" w:rsidRPr="0020384F">
        <w:rPr>
          <w:bCs/>
        </w:rPr>
        <w:t>;</w:t>
      </w:r>
    </w:p>
    <w:p w14:paraId="20732154" w14:textId="382C00D8" w:rsidR="009F0039" w:rsidRPr="0032155F" w:rsidRDefault="009F0039" w:rsidP="00A9546B">
      <w:pPr>
        <w:pStyle w:val="Pealkiri21"/>
        <w:jc w:val="both"/>
      </w:pPr>
      <w:r w:rsidRPr="0032155F">
        <w:t xml:space="preserve">Käsundisaaja esindaja on </w:t>
      </w:r>
      <w:r w:rsidR="0032155F" w:rsidRPr="0032155F">
        <w:rPr>
          <w:rFonts w:eastAsia="Calibri"/>
        </w:rPr>
        <w:t>Aleksandr Buzin, tel 5117570</w:t>
      </w:r>
      <w:r w:rsidRPr="0032155F">
        <w:t xml:space="preserve">, e-post </w:t>
      </w:r>
      <w:r w:rsidR="0032155F" w:rsidRPr="0032155F">
        <w:t>aleksandr.buzin@infragate.ee</w:t>
      </w:r>
    </w:p>
    <w:p w14:paraId="7BD24CFB" w14:textId="77777777" w:rsidR="00857336" w:rsidRPr="009F0039" w:rsidRDefault="00857336" w:rsidP="00A9546B">
      <w:pPr>
        <w:pStyle w:val="Pealkiri21"/>
        <w:numPr>
          <w:ilvl w:val="0"/>
          <w:numId w:val="0"/>
        </w:numPr>
        <w:ind w:left="576"/>
        <w:jc w:val="both"/>
      </w:pPr>
    </w:p>
    <w:p w14:paraId="4DE04599" w14:textId="77777777" w:rsidR="001D6116" w:rsidRPr="00857336" w:rsidRDefault="001D6116" w:rsidP="00A9546B">
      <w:pPr>
        <w:pStyle w:val="Pealkiri11"/>
        <w:jc w:val="both"/>
        <w:rPr>
          <w:b/>
        </w:rPr>
      </w:pPr>
      <w:r w:rsidRPr="00857336">
        <w:rPr>
          <w:b/>
        </w:rPr>
        <w:t xml:space="preserve">Teadete edastamine </w:t>
      </w:r>
    </w:p>
    <w:p w14:paraId="2FDAE7B5" w14:textId="77777777" w:rsidR="003A7BF3" w:rsidRDefault="003A7BF3" w:rsidP="00A9546B">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7BF7DE85" w14:textId="77777777" w:rsidR="003A7BF3" w:rsidRDefault="001A6156" w:rsidP="00A9546B">
      <w:pPr>
        <w:pStyle w:val="Pealkiri21"/>
        <w:jc w:val="both"/>
      </w:pPr>
      <w:r>
        <w:t>E-kirjaga</w:t>
      </w:r>
      <w:r w:rsidR="003A7BF3">
        <w:t xml:space="preserve"> edastatud teated peetakse kättesaaduks alates teate edastamisele järgnevast tööpäevast.</w:t>
      </w:r>
    </w:p>
    <w:p w14:paraId="6F20975D" w14:textId="77777777" w:rsidR="00D97216" w:rsidRDefault="003A7BF3" w:rsidP="00A9546B">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6A0845E" w14:textId="4150D778" w:rsidR="00857336" w:rsidRPr="007517F6" w:rsidRDefault="00857336" w:rsidP="00B95056">
      <w:pPr>
        <w:pStyle w:val="Pealkiri31"/>
        <w:numPr>
          <w:ilvl w:val="0"/>
          <w:numId w:val="0"/>
        </w:numPr>
        <w:jc w:val="both"/>
      </w:pPr>
    </w:p>
    <w:p w14:paraId="2702C904" w14:textId="77777777" w:rsidR="00FC718B" w:rsidRPr="00857336" w:rsidRDefault="00FC718B" w:rsidP="00A9546B">
      <w:pPr>
        <w:pStyle w:val="Pealkiri11"/>
        <w:jc w:val="both"/>
        <w:rPr>
          <w:b/>
        </w:rPr>
      </w:pPr>
      <w:r w:rsidRPr="00857336">
        <w:rPr>
          <w:b/>
        </w:rPr>
        <w:t>Lõppsätted</w:t>
      </w:r>
    </w:p>
    <w:p w14:paraId="30E66124" w14:textId="77777777" w:rsidR="00FC718B" w:rsidRDefault="006E72E5" w:rsidP="00A9546B">
      <w:pPr>
        <w:pStyle w:val="Pealkiri21"/>
        <w:jc w:val="both"/>
      </w:pPr>
      <w:r>
        <w:t>Kõik l</w:t>
      </w:r>
      <w:r w:rsidR="00FC718B" w:rsidRPr="00314A30">
        <w:t>epingu muudatused jõustuvad pärast nende allakirjutamist mõlema poole poolt al</w:t>
      </w:r>
      <w:r w:rsidR="00FC718B" w:rsidRPr="00314A30">
        <w:softHyphen/>
        <w:t>lakirjutamise momendist või poolte poolt kirjalikult määratud tähtajal.</w:t>
      </w:r>
    </w:p>
    <w:p w14:paraId="7D8F8E8B" w14:textId="77777777" w:rsidR="001A6156" w:rsidRPr="006E72E5" w:rsidRDefault="001A6156" w:rsidP="001A6156">
      <w:pPr>
        <w:pStyle w:val="Pealkiri21"/>
      </w:pPr>
      <w:r w:rsidRPr="006C2207">
        <w:t>Lepingule on lisatud andmetöötluse tingimused volitatud töötlejale (lisa).</w:t>
      </w:r>
    </w:p>
    <w:p w14:paraId="075C5E6A" w14:textId="70B4D076" w:rsidR="006E72E5" w:rsidRPr="006E72E5" w:rsidRDefault="006E72E5" w:rsidP="00A9546B">
      <w:pPr>
        <w:pStyle w:val="Pealkiri21"/>
        <w:jc w:val="both"/>
      </w:pPr>
      <w:r w:rsidRPr="006E72E5">
        <w:t>Lepingu tingimusi võib muuta või täiendada poolte kirjalikul kokkuleppel</w:t>
      </w:r>
      <w:r w:rsidR="00CC41D8">
        <w:t>.</w:t>
      </w:r>
    </w:p>
    <w:p w14:paraId="7D9EBBFB" w14:textId="77777777" w:rsidR="006E72E5" w:rsidRPr="006E72E5" w:rsidRDefault="006E72E5" w:rsidP="00A9546B">
      <w:pPr>
        <w:pStyle w:val="Pealkiri21"/>
        <w:jc w:val="both"/>
      </w:pPr>
      <w:r w:rsidRPr="006E72E5">
        <w:t>Lepingu või juba jõustunud lepingu lisade muutmine ja täiendamine vormistatakse lepingu lisana.</w:t>
      </w:r>
    </w:p>
    <w:p w14:paraId="4D9E8438" w14:textId="2A0DB92F" w:rsidR="00FC718B" w:rsidRPr="006E72E5" w:rsidRDefault="00FC718B" w:rsidP="00A9546B">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CC41D8">
        <w:t xml:space="preserve">see Harju Maakohtus. </w:t>
      </w:r>
    </w:p>
    <w:p w14:paraId="554331E2" w14:textId="11E612C4" w:rsidR="006E72E5" w:rsidRPr="006E72E5" w:rsidRDefault="0032155F" w:rsidP="00535483">
      <w:pPr>
        <w:pStyle w:val="Pealkiri21"/>
      </w:pPr>
      <w:sdt>
        <w:sdtPr>
          <w:id w:val="-189151537"/>
          <w:placeholder>
            <w:docPart w:val="36EE6FAB5BFD467B864D27898118BB77"/>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41C17">
            <w:t>Leping on allkirjastatud digitaalselt.</w:t>
          </w:r>
        </w:sdtContent>
      </w:sdt>
    </w:p>
    <w:p w14:paraId="0DDD8744" w14:textId="77777777" w:rsidR="006E72E5" w:rsidRDefault="006E72E5" w:rsidP="006E72E5">
      <w:pPr>
        <w:jc w:val="both"/>
        <w:rPr>
          <w:color w:val="000000"/>
        </w:rPr>
      </w:pPr>
    </w:p>
    <w:p w14:paraId="033DADB6" w14:textId="77777777" w:rsidR="00D76F23" w:rsidRDefault="00D76F23" w:rsidP="006E72E5">
      <w:pPr>
        <w:jc w:val="both"/>
        <w:rPr>
          <w:b/>
          <w:lang w:eastAsia="en-US"/>
        </w:rPr>
      </w:pPr>
      <w:r w:rsidRPr="006E72E5">
        <w:rPr>
          <w:b/>
          <w:lang w:eastAsia="en-US"/>
        </w:rPr>
        <w:t>Poolte andmed ja allkirjad</w:t>
      </w:r>
    </w:p>
    <w:p w14:paraId="703DD297" w14:textId="77777777" w:rsidR="009C6DAE" w:rsidRDefault="009C6DAE" w:rsidP="006E72E5">
      <w:pPr>
        <w:jc w:val="both"/>
        <w:rPr>
          <w:b/>
          <w:lang w:eastAsia="en-US"/>
        </w:rPr>
      </w:pPr>
    </w:p>
    <w:p w14:paraId="3821EFBA" w14:textId="77777777" w:rsidR="00C41EC6" w:rsidRDefault="00C41EC6" w:rsidP="006E72E5">
      <w:pPr>
        <w:jc w:val="both"/>
        <w:rPr>
          <w:b/>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2"/>
      </w:tblGrid>
      <w:tr w:rsidR="009C6DAE" w14:paraId="0AA670BD" w14:textId="77777777" w:rsidTr="00DF4082">
        <w:tc>
          <w:tcPr>
            <w:tcW w:w="4502" w:type="dxa"/>
          </w:tcPr>
          <w:p w14:paraId="0EC4E2E5" w14:textId="77777777" w:rsidR="009C6DAE" w:rsidRPr="006538E5" w:rsidRDefault="009C6DAE" w:rsidP="00DF4082">
            <w:pPr>
              <w:jc w:val="both"/>
              <w:rPr>
                <w:b/>
              </w:rPr>
            </w:pPr>
            <w:r w:rsidRPr="006538E5">
              <w:rPr>
                <w:b/>
              </w:rPr>
              <w:t>Käsundiandja</w:t>
            </w:r>
          </w:p>
        </w:tc>
        <w:tc>
          <w:tcPr>
            <w:tcW w:w="4502" w:type="dxa"/>
          </w:tcPr>
          <w:p w14:paraId="3241354C" w14:textId="77777777" w:rsidR="009C6DAE" w:rsidRPr="006538E5" w:rsidRDefault="009C6DAE" w:rsidP="00DF4082">
            <w:pPr>
              <w:jc w:val="both"/>
              <w:rPr>
                <w:b/>
              </w:rPr>
            </w:pPr>
            <w:r w:rsidRPr="006538E5">
              <w:rPr>
                <w:b/>
              </w:rPr>
              <w:t>Käsundisaaja</w:t>
            </w:r>
          </w:p>
        </w:tc>
      </w:tr>
      <w:tr w:rsidR="009C6DAE" w14:paraId="5F7336BD" w14:textId="77777777" w:rsidTr="00DF4082">
        <w:tc>
          <w:tcPr>
            <w:tcW w:w="4502" w:type="dxa"/>
          </w:tcPr>
          <w:p w14:paraId="2E3FCB1E" w14:textId="77777777" w:rsidR="009C6DAE" w:rsidRDefault="009C6DAE" w:rsidP="00DF4082">
            <w:pPr>
              <w:jc w:val="both"/>
            </w:pPr>
          </w:p>
        </w:tc>
        <w:tc>
          <w:tcPr>
            <w:tcW w:w="4502" w:type="dxa"/>
          </w:tcPr>
          <w:p w14:paraId="60600A2C" w14:textId="77777777" w:rsidR="009C6DAE" w:rsidRDefault="009C6DAE" w:rsidP="00DF4082">
            <w:pPr>
              <w:jc w:val="both"/>
            </w:pPr>
          </w:p>
        </w:tc>
      </w:tr>
      <w:tr w:rsidR="009C6DAE" w14:paraId="56BC7536" w14:textId="77777777" w:rsidTr="00DF4082">
        <w:tc>
          <w:tcPr>
            <w:tcW w:w="4502" w:type="dxa"/>
          </w:tcPr>
          <w:p w14:paraId="6207DB0E" w14:textId="77777777" w:rsidR="009C6DAE" w:rsidRDefault="009C6DAE" w:rsidP="00DF4082">
            <w:pPr>
              <w:jc w:val="both"/>
            </w:pPr>
            <w:r w:rsidRPr="00214855">
              <w:t>Riigimetsa Majandamise Keskus</w:t>
            </w:r>
          </w:p>
        </w:tc>
        <w:tc>
          <w:tcPr>
            <w:tcW w:w="4502" w:type="dxa"/>
          </w:tcPr>
          <w:p w14:paraId="626BA597" w14:textId="45C3FD68" w:rsidR="009C6DAE" w:rsidRPr="0032155F" w:rsidRDefault="0032155F" w:rsidP="00DF4082">
            <w:pPr>
              <w:jc w:val="both"/>
            </w:pPr>
            <w:r w:rsidRPr="0032155F">
              <w:t>AS Infragate Eesti</w:t>
            </w:r>
          </w:p>
        </w:tc>
      </w:tr>
      <w:tr w:rsidR="009C6DAE" w14:paraId="7A902FD3" w14:textId="77777777" w:rsidTr="00DF4082">
        <w:tc>
          <w:tcPr>
            <w:tcW w:w="4502" w:type="dxa"/>
          </w:tcPr>
          <w:p w14:paraId="16E96CEA" w14:textId="77777777" w:rsidR="009C6DAE" w:rsidRDefault="009C6DAE" w:rsidP="00DF4082">
            <w:pPr>
              <w:jc w:val="both"/>
            </w:pPr>
            <w:r w:rsidRPr="00214855">
              <w:t>Registrikood 70004459</w:t>
            </w:r>
          </w:p>
        </w:tc>
        <w:tc>
          <w:tcPr>
            <w:tcW w:w="4502" w:type="dxa"/>
          </w:tcPr>
          <w:p w14:paraId="14040DC0" w14:textId="0BCE35D6" w:rsidR="009C6DAE" w:rsidRPr="0032155F" w:rsidRDefault="009C6DAE" w:rsidP="00DF4082">
            <w:pPr>
              <w:jc w:val="both"/>
            </w:pPr>
            <w:r w:rsidRPr="0032155F">
              <w:t xml:space="preserve">Registrikood </w:t>
            </w:r>
            <w:r w:rsidR="0032155F" w:rsidRPr="0032155F">
              <w:t>10845129</w:t>
            </w:r>
          </w:p>
        </w:tc>
      </w:tr>
      <w:tr w:rsidR="009C6DAE" w14:paraId="16853FFD" w14:textId="77777777" w:rsidTr="00DF4082">
        <w:tc>
          <w:tcPr>
            <w:tcW w:w="4502" w:type="dxa"/>
          </w:tcPr>
          <w:p w14:paraId="0887B0E2" w14:textId="77777777" w:rsidR="00577BFF" w:rsidRDefault="00E566D4" w:rsidP="00DF4082">
            <w:pPr>
              <w:jc w:val="both"/>
            </w:pPr>
            <w:r>
              <w:t xml:space="preserve">Mõisa/3, </w:t>
            </w:r>
            <w:r w:rsidR="00E372D9">
              <w:t>Sagadi küla, Haljala</w:t>
            </w:r>
            <w:r w:rsidR="00577BFF">
              <w:t xml:space="preserve"> vald</w:t>
            </w:r>
          </w:p>
        </w:tc>
        <w:tc>
          <w:tcPr>
            <w:tcW w:w="4502" w:type="dxa"/>
          </w:tcPr>
          <w:p w14:paraId="5899920F" w14:textId="20E57148" w:rsidR="009C6DAE" w:rsidRPr="0032155F" w:rsidRDefault="0032155F" w:rsidP="00DF4082">
            <w:pPr>
              <w:jc w:val="both"/>
            </w:pPr>
            <w:r w:rsidRPr="0032155F">
              <w:t>Mäealuse 2/3, 12618 Tallinn</w:t>
            </w:r>
            <w:r>
              <w:t>, Harjumaa</w:t>
            </w:r>
          </w:p>
        </w:tc>
      </w:tr>
      <w:tr w:rsidR="009C6DAE" w14:paraId="4782B9B4" w14:textId="77777777" w:rsidTr="00DF4082">
        <w:tc>
          <w:tcPr>
            <w:tcW w:w="4502" w:type="dxa"/>
          </w:tcPr>
          <w:p w14:paraId="10F48E07" w14:textId="77777777" w:rsidR="009C6DAE" w:rsidRDefault="00E372D9" w:rsidP="00DF4082">
            <w:pPr>
              <w:jc w:val="both"/>
            </w:pPr>
            <w:r>
              <w:t xml:space="preserve">45403 </w:t>
            </w:r>
            <w:r w:rsidR="00577BFF">
              <w:t>Lääne-Viru maakond</w:t>
            </w:r>
          </w:p>
        </w:tc>
        <w:tc>
          <w:tcPr>
            <w:tcW w:w="4502" w:type="dxa"/>
          </w:tcPr>
          <w:p w14:paraId="10F9501A" w14:textId="7493EB3C" w:rsidR="009C6DAE" w:rsidRPr="0032155F" w:rsidRDefault="009C6DAE" w:rsidP="00DF4082">
            <w:pPr>
              <w:jc w:val="both"/>
            </w:pPr>
            <w:r w:rsidRPr="0032155F">
              <w:t xml:space="preserve">Tel </w:t>
            </w:r>
            <w:r w:rsidR="0032155F" w:rsidRPr="0032155F">
              <w:t>+372 6267777</w:t>
            </w:r>
          </w:p>
        </w:tc>
      </w:tr>
      <w:tr w:rsidR="009C6DAE" w14:paraId="7CFD15B3" w14:textId="77777777" w:rsidTr="00DF4082">
        <w:tc>
          <w:tcPr>
            <w:tcW w:w="4502" w:type="dxa"/>
          </w:tcPr>
          <w:p w14:paraId="7D1B1A6F" w14:textId="77777777" w:rsidR="009C6DAE" w:rsidRDefault="00577BFF" w:rsidP="00DF4082">
            <w:pPr>
              <w:jc w:val="both"/>
            </w:pPr>
            <w:r>
              <w:t>Tel 676 7500</w:t>
            </w:r>
          </w:p>
        </w:tc>
        <w:tc>
          <w:tcPr>
            <w:tcW w:w="4502" w:type="dxa"/>
          </w:tcPr>
          <w:p w14:paraId="13D211AF" w14:textId="0AF494D8" w:rsidR="009C6DAE" w:rsidRPr="0032155F" w:rsidRDefault="009C6DAE" w:rsidP="00DF4082">
            <w:pPr>
              <w:jc w:val="both"/>
            </w:pPr>
            <w:r w:rsidRPr="0032155F">
              <w:t xml:space="preserve">E-post </w:t>
            </w:r>
            <w:r w:rsidR="0032155F" w:rsidRPr="0032155F">
              <w:t>info@infragate.ee</w:t>
            </w:r>
          </w:p>
        </w:tc>
      </w:tr>
      <w:tr w:rsidR="009C6DAE" w14:paraId="58E5BA18" w14:textId="77777777" w:rsidTr="00DF4082">
        <w:tc>
          <w:tcPr>
            <w:tcW w:w="4502" w:type="dxa"/>
          </w:tcPr>
          <w:p w14:paraId="14367DE6" w14:textId="77777777" w:rsidR="009C6DAE" w:rsidRDefault="00577BFF" w:rsidP="00DF4082">
            <w:pPr>
              <w:jc w:val="both"/>
            </w:pPr>
            <w:r>
              <w:t>E-post rmk@rmk.ee</w:t>
            </w:r>
          </w:p>
        </w:tc>
        <w:tc>
          <w:tcPr>
            <w:tcW w:w="4502" w:type="dxa"/>
          </w:tcPr>
          <w:p w14:paraId="09889C6D" w14:textId="77777777" w:rsidR="009C6DAE" w:rsidRPr="0032155F" w:rsidRDefault="009C6DAE" w:rsidP="00DF4082">
            <w:pPr>
              <w:jc w:val="both"/>
            </w:pPr>
          </w:p>
        </w:tc>
      </w:tr>
      <w:tr w:rsidR="009C6DAE" w14:paraId="07C29A90" w14:textId="77777777" w:rsidTr="00DF4082">
        <w:tc>
          <w:tcPr>
            <w:tcW w:w="4502" w:type="dxa"/>
          </w:tcPr>
          <w:p w14:paraId="002102EA" w14:textId="77777777" w:rsidR="009C6DAE" w:rsidRDefault="009C6DAE" w:rsidP="00DF4082">
            <w:pPr>
              <w:jc w:val="both"/>
            </w:pPr>
          </w:p>
        </w:tc>
        <w:tc>
          <w:tcPr>
            <w:tcW w:w="4502" w:type="dxa"/>
          </w:tcPr>
          <w:p w14:paraId="0D797678" w14:textId="77777777" w:rsidR="009C6DAE" w:rsidRPr="0032155F" w:rsidRDefault="009C6DAE" w:rsidP="00DF4082">
            <w:pPr>
              <w:jc w:val="both"/>
            </w:pPr>
          </w:p>
        </w:tc>
      </w:tr>
      <w:tr w:rsidR="009C6DAE" w14:paraId="03EC4202" w14:textId="77777777" w:rsidTr="00DF4082">
        <w:tc>
          <w:tcPr>
            <w:tcW w:w="4502" w:type="dxa"/>
          </w:tcPr>
          <w:p w14:paraId="4FB0344D" w14:textId="7CA55306" w:rsidR="009C6DAE" w:rsidRDefault="0032155F" w:rsidP="00DF4082">
            <w:pPr>
              <w:jc w:val="both"/>
            </w:pPr>
            <w:sdt>
              <w:sdtPr>
                <w:id w:val="2123798159"/>
                <w:placeholder>
                  <w:docPart w:val="EB4784DEEB0E4C148400E2AD0AC65F66"/>
                </w:placeholder>
                <w:comboBox>
                  <w:listItem w:displayText=" " w:value=" "/>
                  <w:listItem w:displayText="(allkirjastatud digitaalselt)" w:value="(allkirjastatud digitaalselt)"/>
                </w:comboBox>
              </w:sdtPr>
              <w:sdtEndPr/>
              <w:sdtContent>
                <w:r w:rsidR="00C13941">
                  <w:t>(allkirjastatud digitaalselt)</w:t>
                </w:r>
              </w:sdtContent>
            </w:sdt>
          </w:p>
        </w:tc>
        <w:tc>
          <w:tcPr>
            <w:tcW w:w="4502" w:type="dxa"/>
          </w:tcPr>
          <w:p w14:paraId="35D33D87" w14:textId="76739417" w:rsidR="009C6DAE" w:rsidRPr="0032155F" w:rsidRDefault="0032155F" w:rsidP="00DF4082">
            <w:pPr>
              <w:jc w:val="both"/>
            </w:pPr>
            <w:sdt>
              <w:sdtPr>
                <w:id w:val="1117192284"/>
                <w:placeholder>
                  <w:docPart w:val="7584AFF7F32743AE806EA9994F6E92C6"/>
                </w:placeholder>
                <w:comboBox>
                  <w:listItem w:displayText=" " w:value=" "/>
                  <w:listItem w:displayText="(allkirjastatud digitaalselt)" w:value="(allkirjastatud digitaalselt)"/>
                </w:comboBox>
              </w:sdtPr>
              <w:sdtEndPr/>
              <w:sdtContent>
                <w:r w:rsidR="00C13941" w:rsidRPr="0032155F">
                  <w:t>(allkirjastatud digitaalselt)</w:t>
                </w:r>
              </w:sdtContent>
            </w:sdt>
          </w:p>
        </w:tc>
      </w:tr>
      <w:tr w:rsidR="009C6DAE" w14:paraId="48CE3C2B" w14:textId="77777777" w:rsidTr="00DF4082">
        <w:tc>
          <w:tcPr>
            <w:tcW w:w="4502" w:type="dxa"/>
          </w:tcPr>
          <w:p w14:paraId="19ACF1AA" w14:textId="77777777" w:rsidR="009C6DAE" w:rsidRDefault="009C6DAE" w:rsidP="00DF4082">
            <w:pPr>
              <w:jc w:val="both"/>
            </w:pPr>
          </w:p>
        </w:tc>
        <w:tc>
          <w:tcPr>
            <w:tcW w:w="4502" w:type="dxa"/>
          </w:tcPr>
          <w:p w14:paraId="1ABFBD4F" w14:textId="77777777" w:rsidR="009C6DAE" w:rsidRPr="0032155F" w:rsidRDefault="009C6DAE" w:rsidP="00DF4082">
            <w:pPr>
              <w:jc w:val="both"/>
            </w:pPr>
          </w:p>
        </w:tc>
      </w:tr>
      <w:tr w:rsidR="009C6DAE" w14:paraId="300BFBD0" w14:textId="77777777" w:rsidTr="00DF4082">
        <w:tc>
          <w:tcPr>
            <w:tcW w:w="4502" w:type="dxa"/>
          </w:tcPr>
          <w:p w14:paraId="2AE70781" w14:textId="77777777" w:rsidR="009C6DAE" w:rsidRDefault="009C6DAE" w:rsidP="00DF4082">
            <w:pPr>
              <w:jc w:val="both"/>
            </w:pPr>
          </w:p>
        </w:tc>
        <w:tc>
          <w:tcPr>
            <w:tcW w:w="4502" w:type="dxa"/>
          </w:tcPr>
          <w:p w14:paraId="7C179715" w14:textId="77777777" w:rsidR="009C6DAE" w:rsidRPr="0032155F" w:rsidRDefault="009C6DAE" w:rsidP="00DF4082">
            <w:pPr>
              <w:jc w:val="both"/>
            </w:pPr>
          </w:p>
        </w:tc>
      </w:tr>
      <w:tr w:rsidR="009C6DAE" w14:paraId="75A5AA2C" w14:textId="77777777" w:rsidTr="00DF4082">
        <w:tc>
          <w:tcPr>
            <w:tcW w:w="4502" w:type="dxa"/>
          </w:tcPr>
          <w:p w14:paraId="56C825B7" w14:textId="2402626F" w:rsidR="009C6DAE" w:rsidRDefault="00C13941" w:rsidP="00DF4082">
            <w:pPr>
              <w:jc w:val="both"/>
            </w:pPr>
            <w:r>
              <w:t>Timo Kangur</w:t>
            </w:r>
          </w:p>
        </w:tc>
        <w:tc>
          <w:tcPr>
            <w:tcW w:w="4502" w:type="dxa"/>
          </w:tcPr>
          <w:p w14:paraId="575BBE70" w14:textId="3F2288D3" w:rsidR="009C6DAE" w:rsidRPr="0032155F" w:rsidRDefault="0032155F" w:rsidP="00DF4082">
            <w:pPr>
              <w:jc w:val="both"/>
            </w:pPr>
            <w:r w:rsidRPr="0032155F">
              <w:t>Jüri Ligi</w:t>
            </w:r>
          </w:p>
        </w:tc>
      </w:tr>
    </w:tbl>
    <w:p w14:paraId="6F7E51DE" w14:textId="77777777" w:rsidR="009C6DAE" w:rsidRDefault="009C6DAE" w:rsidP="006E72E5">
      <w:pPr>
        <w:jc w:val="both"/>
        <w:rPr>
          <w:b/>
          <w:lang w:eastAsia="en-US"/>
        </w:rPr>
      </w:pPr>
    </w:p>
    <w:p w14:paraId="41B3389C" w14:textId="77777777" w:rsidR="00A96795" w:rsidRDefault="00A96795" w:rsidP="006E72E5">
      <w:pPr>
        <w:jc w:val="both"/>
        <w:rPr>
          <w:b/>
          <w:lang w:eastAsia="en-US"/>
        </w:rPr>
      </w:pPr>
    </w:p>
    <w:p w14:paraId="080B2536" w14:textId="77777777" w:rsidR="00A96795" w:rsidRDefault="00A96795" w:rsidP="006E72E5">
      <w:pPr>
        <w:jc w:val="both"/>
        <w:rPr>
          <w:b/>
          <w:lang w:eastAsia="en-US"/>
        </w:rPr>
      </w:pPr>
    </w:p>
    <w:p w14:paraId="2DDCB5E0" w14:textId="77777777" w:rsidR="00A96795" w:rsidRDefault="00A96795" w:rsidP="006E72E5">
      <w:pPr>
        <w:jc w:val="both"/>
        <w:rPr>
          <w:b/>
          <w:lang w:eastAsia="en-US"/>
        </w:rPr>
      </w:pPr>
    </w:p>
    <w:p w14:paraId="3D78C1D6" w14:textId="77777777" w:rsidR="00A96795" w:rsidRDefault="00A96795" w:rsidP="006E72E5">
      <w:pPr>
        <w:jc w:val="both"/>
        <w:rPr>
          <w:b/>
          <w:lang w:eastAsia="en-US"/>
        </w:rPr>
      </w:pPr>
    </w:p>
    <w:p w14:paraId="14B56F79" w14:textId="77777777" w:rsidR="00A96795" w:rsidRDefault="00A96795" w:rsidP="006E72E5">
      <w:pPr>
        <w:jc w:val="both"/>
        <w:rPr>
          <w:b/>
          <w:lang w:eastAsia="en-US"/>
        </w:rPr>
      </w:pPr>
    </w:p>
    <w:p w14:paraId="0FA95840" w14:textId="77777777" w:rsidR="00A96795" w:rsidRDefault="00A96795" w:rsidP="006E72E5">
      <w:pPr>
        <w:jc w:val="both"/>
        <w:rPr>
          <w:b/>
          <w:lang w:eastAsia="en-US"/>
        </w:rPr>
      </w:pPr>
    </w:p>
    <w:p w14:paraId="3A70D3A6" w14:textId="77777777" w:rsidR="00A96795" w:rsidRDefault="00A96795" w:rsidP="006E72E5">
      <w:pPr>
        <w:jc w:val="both"/>
        <w:rPr>
          <w:b/>
          <w:lang w:eastAsia="en-US"/>
        </w:rPr>
      </w:pPr>
    </w:p>
    <w:p w14:paraId="2C975BED" w14:textId="77777777" w:rsidR="00A96795" w:rsidRDefault="00A96795" w:rsidP="006E72E5">
      <w:pPr>
        <w:jc w:val="both"/>
        <w:rPr>
          <w:b/>
          <w:lang w:eastAsia="en-US"/>
        </w:rPr>
      </w:pPr>
    </w:p>
    <w:p w14:paraId="4CAAA67C" w14:textId="77777777" w:rsidR="00A96795" w:rsidRDefault="00A96795" w:rsidP="006E72E5">
      <w:pPr>
        <w:jc w:val="both"/>
        <w:rPr>
          <w:b/>
          <w:lang w:eastAsia="en-US"/>
        </w:rPr>
      </w:pPr>
    </w:p>
    <w:p w14:paraId="27FF6792" w14:textId="77777777" w:rsidR="00A96795" w:rsidRDefault="00A96795" w:rsidP="006E72E5">
      <w:pPr>
        <w:jc w:val="both"/>
        <w:rPr>
          <w:b/>
          <w:lang w:eastAsia="en-US"/>
        </w:rPr>
      </w:pPr>
    </w:p>
    <w:p w14:paraId="6B1B1B84" w14:textId="77777777" w:rsidR="00A96795" w:rsidRDefault="00A96795" w:rsidP="006E72E5">
      <w:pPr>
        <w:jc w:val="both"/>
        <w:rPr>
          <w:b/>
          <w:lang w:eastAsia="en-US"/>
        </w:rPr>
      </w:pPr>
    </w:p>
    <w:p w14:paraId="10F18D2A" w14:textId="77777777" w:rsidR="00A96795" w:rsidRDefault="00A96795" w:rsidP="006E72E5">
      <w:pPr>
        <w:jc w:val="both"/>
        <w:rPr>
          <w:b/>
          <w:lang w:eastAsia="en-US"/>
        </w:rPr>
      </w:pPr>
    </w:p>
    <w:p w14:paraId="1A52C426" w14:textId="77777777" w:rsidR="00A96795" w:rsidRDefault="00A96795" w:rsidP="006E72E5">
      <w:pPr>
        <w:jc w:val="both"/>
        <w:rPr>
          <w:b/>
          <w:lang w:eastAsia="en-US"/>
        </w:rPr>
      </w:pPr>
    </w:p>
    <w:p w14:paraId="3170A2EB" w14:textId="77777777" w:rsidR="00A96795" w:rsidRDefault="00A96795" w:rsidP="006E72E5">
      <w:pPr>
        <w:jc w:val="both"/>
        <w:rPr>
          <w:b/>
          <w:lang w:eastAsia="en-US"/>
        </w:rPr>
      </w:pPr>
    </w:p>
    <w:p w14:paraId="744591DB" w14:textId="77777777" w:rsidR="00A96795" w:rsidRDefault="00A96795" w:rsidP="006E72E5">
      <w:pPr>
        <w:jc w:val="both"/>
        <w:rPr>
          <w:b/>
          <w:lang w:eastAsia="en-US"/>
        </w:rPr>
      </w:pPr>
    </w:p>
    <w:p w14:paraId="1D24D4BA" w14:textId="77777777" w:rsidR="00A96795" w:rsidRDefault="00A96795" w:rsidP="006E72E5">
      <w:pPr>
        <w:jc w:val="both"/>
        <w:rPr>
          <w:b/>
          <w:lang w:eastAsia="en-US"/>
        </w:rPr>
      </w:pPr>
    </w:p>
    <w:p w14:paraId="408A70D0" w14:textId="77777777" w:rsidR="00A96795" w:rsidRDefault="00A96795" w:rsidP="006E72E5">
      <w:pPr>
        <w:jc w:val="both"/>
        <w:rPr>
          <w:b/>
          <w:lang w:eastAsia="en-US"/>
        </w:rPr>
      </w:pPr>
    </w:p>
    <w:p w14:paraId="71CFFDE4" w14:textId="77777777" w:rsidR="00A96795" w:rsidRDefault="00A96795" w:rsidP="006E72E5">
      <w:pPr>
        <w:jc w:val="both"/>
        <w:rPr>
          <w:b/>
          <w:lang w:eastAsia="en-US"/>
        </w:rPr>
      </w:pPr>
    </w:p>
    <w:p w14:paraId="2924E32B" w14:textId="77777777" w:rsidR="00A96795" w:rsidRDefault="00A96795" w:rsidP="006E72E5">
      <w:pPr>
        <w:jc w:val="both"/>
        <w:rPr>
          <w:b/>
          <w:lang w:eastAsia="en-US"/>
        </w:rPr>
      </w:pPr>
    </w:p>
    <w:p w14:paraId="33462C42" w14:textId="77777777" w:rsidR="00A96795" w:rsidRDefault="00A96795" w:rsidP="006E72E5">
      <w:pPr>
        <w:jc w:val="both"/>
        <w:rPr>
          <w:b/>
          <w:lang w:eastAsia="en-US"/>
        </w:rPr>
      </w:pPr>
    </w:p>
    <w:p w14:paraId="355F4C20" w14:textId="77777777" w:rsidR="00A96795" w:rsidRDefault="00A96795" w:rsidP="006E72E5">
      <w:pPr>
        <w:jc w:val="both"/>
        <w:rPr>
          <w:b/>
          <w:lang w:eastAsia="en-US"/>
        </w:rPr>
      </w:pPr>
    </w:p>
    <w:p w14:paraId="0727D611" w14:textId="77777777" w:rsidR="00A96795" w:rsidRDefault="00A96795" w:rsidP="006E72E5">
      <w:pPr>
        <w:jc w:val="both"/>
        <w:rPr>
          <w:b/>
          <w:lang w:eastAsia="en-US"/>
        </w:rPr>
      </w:pPr>
    </w:p>
    <w:p w14:paraId="6726009E" w14:textId="77777777" w:rsidR="00A96795" w:rsidRDefault="00A96795" w:rsidP="006E72E5">
      <w:pPr>
        <w:jc w:val="both"/>
        <w:rPr>
          <w:b/>
          <w:lang w:eastAsia="en-US"/>
        </w:rPr>
      </w:pPr>
    </w:p>
    <w:p w14:paraId="72E3EB29" w14:textId="77777777" w:rsidR="00A96795" w:rsidRDefault="00A96795" w:rsidP="006E72E5">
      <w:pPr>
        <w:jc w:val="both"/>
        <w:rPr>
          <w:b/>
          <w:lang w:eastAsia="en-US"/>
        </w:rPr>
      </w:pPr>
    </w:p>
    <w:p w14:paraId="138E8BF1" w14:textId="77777777" w:rsidR="00A96795" w:rsidRDefault="00A96795" w:rsidP="006E72E5">
      <w:pPr>
        <w:jc w:val="both"/>
        <w:rPr>
          <w:b/>
          <w:lang w:eastAsia="en-US"/>
        </w:rPr>
      </w:pPr>
    </w:p>
    <w:p w14:paraId="0A706AA7" w14:textId="77777777" w:rsidR="00A96795" w:rsidRDefault="00A96795" w:rsidP="006E72E5">
      <w:pPr>
        <w:jc w:val="both"/>
        <w:rPr>
          <w:b/>
          <w:lang w:eastAsia="en-US"/>
        </w:rPr>
      </w:pPr>
    </w:p>
    <w:p w14:paraId="5A7A6B7F" w14:textId="77777777" w:rsidR="00A96795" w:rsidRDefault="00A96795" w:rsidP="006E72E5">
      <w:pPr>
        <w:jc w:val="both"/>
        <w:rPr>
          <w:b/>
          <w:lang w:eastAsia="en-US"/>
        </w:rPr>
      </w:pPr>
    </w:p>
    <w:p w14:paraId="73860EC1" w14:textId="77777777" w:rsidR="00A96795" w:rsidRDefault="00A96795" w:rsidP="006E72E5">
      <w:pPr>
        <w:jc w:val="both"/>
        <w:rPr>
          <w:b/>
          <w:lang w:eastAsia="en-US"/>
        </w:rPr>
      </w:pPr>
    </w:p>
    <w:p w14:paraId="4EB6A8D5" w14:textId="77777777" w:rsidR="00A96795" w:rsidRDefault="00A96795" w:rsidP="006E72E5">
      <w:pPr>
        <w:jc w:val="both"/>
        <w:rPr>
          <w:b/>
          <w:lang w:eastAsia="en-US"/>
        </w:rPr>
      </w:pPr>
    </w:p>
    <w:p w14:paraId="212516B4" w14:textId="77777777" w:rsidR="00A96795" w:rsidRDefault="00A96795" w:rsidP="006E72E5">
      <w:pPr>
        <w:jc w:val="both"/>
        <w:rPr>
          <w:b/>
          <w:lang w:eastAsia="en-US"/>
        </w:rPr>
      </w:pPr>
    </w:p>
    <w:p w14:paraId="320AE3D1" w14:textId="77777777" w:rsidR="00A96795" w:rsidRDefault="00A96795" w:rsidP="006E72E5">
      <w:pPr>
        <w:jc w:val="both"/>
        <w:rPr>
          <w:b/>
          <w:lang w:eastAsia="en-US"/>
        </w:rPr>
      </w:pPr>
    </w:p>
    <w:p w14:paraId="36233443" w14:textId="77777777" w:rsidR="00A96795" w:rsidRDefault="00A96795" w:rsidP="006E72E5">
      <w:pPr>
        <w:jc w:val="both"/>
        <w:rPr>
          <w:b/>
          <w:lang w:eastAsia="en-US"/>
        </w:rPr>
      </w:pPr>
    </w:p>
    <w:p w14:paraId="1F9B488C" w14:textId="77777777" w:rsidR="00A96795" w:rsidRDefault="00A96795" w:rsidP="006E72E5">
      <w:pPr>
        <w:jc w:val="both"/>
        <w:rPr>
          <w:b/>
          <w:lang w:eastAsia="en-US"/>
        </w:rPr>
      </w:pPr>
    </w:p>
    <w:p w14:paraId="2348F266" w14:textId="77777777" w:rsidR="00A96795" w:rsidRDefault="00A96795" w:rsidP="006E72E5">
      <w:pPr>
        <w:jc w:val="both"/>
        <w:rPr>
          <w:b/>
          <w:lang w:eastAsia="en-US"/>
        </w:rPr>
      </w:pPr>
    </w:p>
    <w:p w14:paraId="3BD9DC17" w14:textId="77777777" w:rsidR="00A96795" w:rsidRDefault="00A96795" w:rsidP="006E72E5">
      <w:pPr>
        <w:jc w:val="both"/>
        <w:rPr>
          <w:b/>
          <w:lang w:eastAsia="en-US"/>
        </w:rPr>
      </w:pPr>
    </w:p>
    <w:p w14:paraId="5648963F" w14:textId="77777777" w:rsidR="00A96795" w:rsidRDefault="00A96795" w:rsidP="006E72E5">
      <w:pPr>
        <w:jc w:val="both"/>
        <w:rPr>
          <w:b/>
          <w:lang w:eastAsia="en-US"/>
        </w:rPr>
      </w:pPr>
    </w:p>
    <w:p w14:paraId="03270028" w14:textId="77777777" w:rsidR="00A96795" w:rsidRDefault="00A96795" w:rsidP="006E72E5">
      <w:pPr>
        <w:jc w:val="both"/>
        <w:rPr>
          <w:b/>
          <w:lang w:eastAsia="en-US"/>
        </w:rPr>
      </w:pPr>
    </w:p>
    <w:p w14:paraId="7CBD3E92" w14:textId="77777777" w:rsidR="00A96795" w:rsidRDefault="00A96795" w:rsidP="006E72E5">
      <w:pPr>
        <w:jc w:val="both"/>
        <w:rPr>
          <w:b/>
          <w:lang w:eastAsia="en-US"/>
        </w:rPr>
      </w:pPr>
    </w:p>
    <w:p w14:paraId="0A33317D" w14:textId="77777777" w:rsidR="00A96795" w:rsidRDefault="00A96795" w:rsidP="006E72E5">
      <w:pPr>
        <w:jc w:val="both"/>
        <w:rPr>
          <w:b/>
          <w:lang w:eastAsia="en-US"/>
        </w:rPr>
      </w:pPr>
    </w:p>
    <w:p w14:paraId="7C383D08" w14:textId="77777777" w:rsidR="00A96795" w:rsidRDefault="00A96795" w:rsidP="006E72E5">
      <w:pPr>
        <w:jc w:val="both"/>
        <w:rPr>
          <w:b/>
          <w:lang w:eastAsia="en-US"/>
        </w:rPr>
      </w:pPr>
    </w:p>
    <w:p w14:paraId="1B97A8F0" w14:textId="77777777" w:rsidR="00A96795" w:rsidRDefault="00A96795" w:rsidP="006E72E5">
      <w:pPr>
        <w:jc w:val="both"/>
        <w:rPr>
          <w:b/>
          <w:lang w:eastAsia="en-US"/>
        </w:rPr>
      </w:pPr>
    </w:p>
    <w:p w14:paraId="304A3CFD" w14:textId="77777777" w:rsidR="00A96795" w:rsidRDefault="00A96795" w:rsidP="006E72E5">
      <w:pPr>
        <w:jc w:val="both"/>
        <w:rPr>
          <w:b/>
          <w:lang w:eastAsia="en-US"/>
        </w:rPr>
      </w:pPr>
    </w:p>
    <w:p w14:paraId="0052BF3F" w14:textId="77777777" w:rsidR="00A96795" w:rsidRDefault="00A96795" w:rsidP="006E72E5">
      <w:pPr>
        <w:jc w:val="both"/>
        <w:rPr>
          <w:b/>
          <w:lang w:eastAsia="en-US"/>
        </w:rPr>
      </w:pPr>
    </w:p>
    <w:p w14:paraId="161999B6" w14:textId="77777777" w:rsidR="00A96795" w:rsidRDefault="00A96795" w:rsidP="006E72E5">
      <w:pPr>
        <w:jc w:val="both"/>
        <w:rPr>
          <w:b/>
          <w:lang w:eastAsia="en-US"/>
        </w:rPr>
      </w:pPr>
    </w:p>
    <w:p w14:paraId="4D735E82" w14:textId="77777777" w:rsidR="00A96795" w:rsidRDefault="00A96795" w:rsidP="006E72E5">
      <w:pPr>
        <w:jc w:val="both"/>
        <w:rPr>
          <w:b/>
          <w:lang w:eastAsia="en-US"/>
        </w:rPr>
      </w:pPr>
    </w:p>
    <w:p w14:paraId="60EB46E6" w14:textId="77777777" w:rsidR="00A96795" w:rsidRDefault="00A96795" w:rsidP="006E72E5">
      <w:pPr>
        <w:jc w:val="both"/>
        <w:rPr>
          <w:b/>
          <w:lang w:eastAsia="en-US"/>
        </w:rPr>
      </w:pPr>
    </w:p>
    <w:p w14:paraId="5B3568E1" w14:textId="77777777" w:rsidR="00A96795" w:rsidRDefault="00A96795" w:rsidP="006E72E5">
      <w:pPr>
        <w:jc w:val="both"/>
        <w:rPr>
          <w:b/>
          <w:lang w:eastAsia="en-US"/>
        </w:rPr>
      </w:pPr>
    </w:p>
    <w:p w14:paraId="5EFE6735" w14:textId="77777777" w:rsidR="00A96795" w:rsidRDefault="00A96795" w:rsidP="00A96795">
      <w:pPr>
        <w:ind w:left="4248" w:firstLine="708"/>
        <w:jc w:val="both"/>
        <w:outlineLvl w:val="0"/>
        <w:rPr>
          <w:sz w:val="22"/>
          <w:szCs w:val="22"/>
        </w:rPr>
      </w:pPr>
      <w:r>
        <w:rPr>
          <w:sz w:val="22"/>
          <w:szCs w:val="22"/>
        </w:rPr>
        <w:t xml:space="preserve">Lisa </w:t>
      </w:r>
    </w:p>
    <w:p w14:paraId="60CA3711" w14:textId="77777777" w:rsidR="00A96795" w:rsidRDefault="00A96795" w:rsidP="00A96795">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5676BDAA164F4AAEB248EB0E3133C33C"/>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48AF66B6" w14:textId="77777777" w:rsidR="00A96795" w:rsidRDefault="00A96795" w:rsidP="00A96795">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C041E4D" w14:textId="77777777" w:rsidR="00A96795" w:rsidRDefault="00A96795" w:rsidP="00A96795">
      <w:pPr>
        <w:jc w:val="both"/>
        <w:rPr>
          <w:b/>
          <w:color w:val="1F497D"/>
          <w:lang w:eastAsia="en-US"/>
        </w:rPr>
      </w:pPr>
    </w:p>
    <w:p w14:paraId="150B1CB5" w14:textId="77777777" w:rsidR="00A96795" w:rsidRDefault="00A96795" w:rsidP="00A96795">
      <w:pPr>
        <w:rPr>
          <w:b/>
          <w:lang w:eastAsia="en-US"/>
        </w:rPr>
      </w:pPr>
    </w:p>
    <w:p w14:paraId="66591016" w14:textId="77777777" w:rsidR="00A96795" w:rsidRPr="00E96D3C" w:rsidRDefault="00A96795" w:rsidP="00A96795">
      <w:pPr>
        <w:jc w:val="center"/>
        <w:rPr>
          <w:b/>
          <w:lang w:eastAsia="en-US"/>
        </w:rPr>
      </w:pPr>
      <w:bookmarkStart w:id="0" w:name="_Hlk164935961"/>
      <w:r w:rsidRPr="00E96D3C">
        <w:rPr>
          <w:b/>
          <w:lang w:eastAsia="en-US"/>
        </w:rPr>
        <w:t xml:space="preserve">ISIKUANDMETE TÖÖTLEMISE NÕUDED </w:t>
      </w:r>
    </w:p>
    <w:p w14:paraId="01CB0F03" w14:textId="77777777" w:rsidR="00A96795" w:rsidRPr="00E96D3C" w:rsidRDefault="00A96795" w:rsidP="00A96795">
      <w:pPr>
        <w:jc w:val="center"/>
        <w:rPr>
          <w:b/>
          <w:lang w:eastAsia="en-US"/>
        </w:rPr>
      </w:pPr>
      <w:r w:rsidRPr="00E96D3C">
        <w:rPr>
          <w:b/>
          <w:lang w:eastAsia="en-US"/>
        </w:rPr>
        <w:t>VOLITATUD TÖÖTLEJALE</w:t>
      </w:r>
      <w:bookmarkEnd w:id="0"/>
    </w:p>
    <w:p w14:paraId="660B9298" w14:textId="77777777" w:rsidR="00A96795" w:rsidRPr="00C80A74" w:rsidRDefault="00A96795" w:rsidP="00A96795">
      <w:pPr>
        <w:jc w:val="center"/>
        <w:rPr>
          <w:b/>
          <w:color w:val="1F497D"/>
          <w:lang w:eastAsia="en-US"/>
        </w:rPr>
      </w:pPr>
    </w:p>
    <w:p w14:paraId="6503CD60" w14:textId="77777777" w:rsidR="00A96795" w:rsidRPr="000878E1" w:rsidRDefault="00A96795" w:rsidP="00A96795">
      <w:pPr>
        <w:pStyle w:val="NormalWeb"/>
        <w:jc w:val="right"/>
        <w:rPr>
          <w:rFonts w:eastAsia="Calibri"/>
          <w:lang w:val="fi-FI"/>
        </w:rPr>
      </w:pPr>
      <w:r>
        <w:rPr>
          <w:color w:val="000000" w:themeColor="text1"/>
        </w:rPr>
        <w:lastRenderedPageBreak/>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sdt>
        <w:sdtPr>
          <w:rPr>
            <w:rFonts w:eastAsia="Calibri"/>
            <w:lang w:val="fi-FI"/>
          </w:rPr>
          <w:id w:val="466087639"/>
          <w:placeholder>
            <w:docPart w:val="F25227696AA540B692BCF6ACC2366DEE"/>
          </w:placeholder>
          <w:date>
            <w:dateFormat w:val="d.MM.yyyy"/>
            <w:lid w:val="et-EE"/>
            <w:storeMappedDataAs w:val="dateTime"/>
            <w:calendar w:val="gregorian"/>
          </w:date>
        </w:sdtPr>
        <w:sdtEndPr/>
        <w:sdtContent>
          <w:r w:rsidRPr="000878E1">
            <w:rPr>
              <w:rFonts w:eastAsia="Calibri"/>
              <w:lang w:val="fi-FI"/>
            </w:rPr>
            <w:t>[Vali kuupäev]</w:t>
          </w:r>
        </w:sdtContent>
      </w:sdt>
    </w:p>
    <w:p w14:paraId="5DEACBE4" w14:textId="77777777" w:rsidR="00A96795" w:rsidRPr="000878E1" w:rsidRDefault="00A96795" w:rsidP="00A96795">
      <w:pPr>
        <w:pStyle w:val="NormalWeb"/>
        <w:jc w:val="right"/>
        <w:rPr>
          <w:lang w:val="et-EE"/>
        </w:rPr>
      </w:pPr>
      <w:r w:rsidRPr="000878E1">
        <w:rPr>
          <w:rFonts w:eastAsia="Calibri"/>
          <w:lang w:val="fi-FI"/>
        </w:rPr>
        <w:t>(hiliseima digitaalallkirja kuupäev)</w:t>
      </w:r>
    </w:p>
    <w:p w14:paraId="139CD8E0" w14:textId="77777777" w:rsidR="00A96795" w:rsidRDefault="00A96795" w:rsidP="00A96795">
      <w:pPr>
        <w:jc w:val="both"/>
        <w:rPr>
          <w:color w:val="000000" w:themeColor="text1"/>
          <w:lang w:eastAsia="en-US"/>
        </w:rPr>
      </w:pPr>
      <w:r>
        <w:rPr>
          <w:color w:val="000000" w:themeColor="text1"/>
          <w:lang w:eastAsia="en-US"/>
        </w:rPr>
        <w:tab/>
      </w:r>
    </w:p>
    <w:p w14:paraId="0338C433" w14:textId="77777777" w:rsidR="00A96795" w:rsidRPr="00C80A74" w:rsidRDefault="00A96795" w:rsidP="00A96795">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33CB7C32" w14:textId="77777777" w:rsidR="00A96795" w:rsidRPr="00E17C2F" w:rsidRDefault="00A96795" w:rsidP="00A96795">
      <w:pPr>
        <w:spacing w:line="276" w:lineRule="auto"/>
        <w:jc w:val="both"/>
        <w:rPr>
          <w:color w:val="000000" w:themeColor="text1"/>
          <w:lang w:eastAsia="en-US"/>
        </w:rPr>
      </w:pPr>
    </w:p>
    <w:p w14:paraId="20684F54" w14:textId="77777777" w:rsidR="00A96795" w:rsidRPr="00C80A74" w:rsidRDefault="00A96795" w:rsidP="00A96795">
      <w:pPr>
        <w:pStyle w:val="ListParagraph"/>
        <w:numPr>
          <w:ilvl w:val="0"/>
          <w:numId w:val="33"/>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5CB806BB" w14:textId="77777777" w:rsidR="00A96795" w:rsidRPr="00E17C2F" w:rsidRDefault="00A96795" w:rsidP="00A96795">
      <w:pPr>
        <w:shd w:val="clear" w:color="auto" w:fill="FFFFFF"/>
        <w:spacing w:after="60" w:line="276" w:lineRule="auto"/>
        <w:jc w:val="both"/>
        <w:rPr>
          <w:lang w:eastAsia="en-US"/>
        </w:rPr>
      </w:pPr>
    </w:p>
    <w:p w14:paraId="1AE71D23" w14:textId="77777777" w:rsidR="00A96795" w:rsidRPr="00E17C2F" w:rsidRDefault="00A96795" w:rsidP="00A96795">
      <w:pPr>
        <w:pStyle w:val="ListParagraph"/>
        <w:numPr>
          <w:ilvl w:val="0"/>
          <w:numId w:val="33"/>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2F557C17" w14:textId="77777777" w:rsidR="00A96795" w:rsidRPr="00E17C2F" w:rsidRDefault="00A96795" w:rsidP="00A96795">
      <w:pPr>
        <w:pStyle w:val="ListParagraph"/>
        <w:numPr>
          <w:ilvl w:val="1"/>
          <w:numId w:val="33"/>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D8656EB" w14:textId="77777777" w:rsidR="00A96795" w:rsidRPr="00E17C2F" w:rsidRDefault="00A96795" w:rsidP="00A96795">
      <w:pPr>
        <w:pStyle w:val="ListParagraph"/>
        <w:numPr>
          <w:ilvl w:val="1"/>
          <w:numId w:val="33"/>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25C16A09"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080DAE12"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Pr>
          <w:lang w:eastAsia="en-US"/>
        </w:rPr>
        <w:t>l</w:t>
      </w:r>
      <w:r w:rsidRPr="00E17C2F">
        <w:rPr>
          <w:lang w:eastAsia="en-US"/>
        </w:rPr>
        <w:t>epingu lõppemist</w:t>
      </w:r>
      <w:r>
        <w:rPr>
          <w:lang w:eastAsia="en-US"/>
        </w:rPr>
        <w:t>.</w:t>
      </w:r>
    </w:p>
    <w:p w14:paraId="0FDB9101" w14:textId="77777777" w:rsidR="00A96795"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75568A22" w14:textId="77777777" w:rsidR="00A96795" w:rsidRPr="00E17C2F" w:rsidRDefault="00A96795" w:rsidP="00A96795">
      <w:pPr>
        <w:shd w:val="clear" w:color="auto" w:fill="FFFFFF"/>
        <w:spacing w:after="60" w:line="276" w:lineRule="auto"/>
        <w:jc w:val="both"/>
        <w:rPr>
          <w:lang w:eastAsia="en-US"/>
        </w:rPr>
      </w:pPr>
    </w:p>
    <w:p w14:paraId="13FE3217"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19D45A06"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028E5E77"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lastRenderedPageBreak/>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2ACABD3E"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ECACE57"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055AAFC8"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3164CC6" w14:textId="77777777" w:rsidR="00A96795" w:rsidRPr="00E17C2F"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098BF57D" w14:textId="77777777" w:rsidR="00A96795" w:rsidRPr="00E17C2F" w:rsidRDefault="00A96795" w:rsidP="00A96795">
      <w:pPr>
        <w:pStyle w:val="ListParagraph"/>
        <w:numPr>
          <w:ilvl w:val="2"/>
          <w:numId w:val="33"/>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595580AC" w14:textId="77777777" w:rsidR="00A96795" w:rsidRPr="00E17C2F" w:rsidRDefault="00A96795" w:rsidP="00A96795">
      <w:pPr>
        <w:pStyle w:val="ListParagraph"/>
        <w:numPr>
          <w:ilvl w:val="1"/>
          <w:numId w:val="32"/>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40362329" w14:textId="77777777" w:rsidR="00A96795" w:rsidRPr="00E17C2F" w:rsidRDefault="00A96795" w:rsidP="00A96795">
      <w:pPr>
        <w:pStyle w:val="ListParagraph"/>
        <w:numPr>
          <w:ilvl w:val="1"/>
          <w:numId w:val="32"/>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77EFC0E5" w14:textId="77777777" w:rsidR="00A96795" w:rsidRPr="00E17C2F" w:rsidRDefault="00A96795" w:rsidP="00A96795">
      <w:pPr>
        <w:spacing w:line="276" w:lineRule="auto"/>
        <w:jc w:val="both"/>
      </w:pPr>
    </w:p>
    <w:p w14:paraId="43C80BB3" w14:textId="77777777" w:rsidR="00A96795" w:rsidRDefault="00A96795" w:rsidP="00A96795">
      <w:pPr>
        <w:pStyle w:val="ListParagraph"/>
        <w:numPr>
          <w:ilvl w:val="1"/>
          <w:numId w:val="33"/>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6C75AB44" w14:textId="77777777" w:rsidR="00A96795" w:rsidRPr="00E17C2F" w:rsidRDefault="00A96795" w:rsidP="00A96795">
      <w:pPr>
        <w:pStyle w:val="ListParagraph"/>
        <w:spacing w:line="276" w:lineRule="auto"/>
        <w:ind w:left="828"/>
        <w:jc w:val="both"/>
      </w:pPr>
      <w:r w:rsidRPr="00E17C2F">
        <w:t>Teates tuleb vähemalt:</w:t>
      </w:r>
    </w:p>
    <w:p w14:paraId="7938365A" w14:textId="77777777" w:rsidR="00A96795" w:rsidRPr="00E17C2F" w:rsidRDefault="00A96795" w:rsidP="00A96795">
      <w:pPr>
        <w:pStyle w:val="ListParagraph"/>
        <w:numPr>
          <w:ilvl w:val="2"/>
          <w:numId w:val="32"/>
        </w:numPr>
        <w:spacing w:line="276" w:lineRule="auto"/>
        <w:contextualSpacing/>
        <w:jc w:val="both"/>
      </w:pPr>
      <w:r>
        <w:t>kirjeldada (i</w:t>
      </w:r>
      <w:r w:rsidRPr="00E17C2F">
        <w:t>sikuandmetega seotud) rikkumise laadi, sealhulgas puudutatud andmesubjektide liike ja arvu ning puudutatud kirjete liike ja arvu;</w:t>
      </w:r>
    </w:p>
    <w:p w14:paraId="7C8A1533" w14:textId="77777777" w:rsidR="00A96795" w:rsidRPr="00E17C2F" w:rsidRDefault="00A96795" w:rsidP="00A96795">
      <w:pPr>
        <w:pStyle w:val="ListParagraph"/>
        <w:numPr>
          <w:ilvl w:val="2"/>
          <w:numId w:val="32"/>
        </w:numPr>
        <w:spacing w:line="276" w:lineRule="auto"/>
        <w:contextualSpacing/>
        <w:jc w:val="both"/>
      </w:pPr>
      <w:r w:rsidRPr="00E17C2F">
        <w:t>teatada andmekaitse töötaja ja tema kontaktandmed või muu kontaktpunkt, kust saab lisateavet;</w:t>
      </w:r>
    </w:p>
    <w:p w14:paraId="585C4521" w14:textId="77777777" w:rsidR="00A96795" w:rsidRPr="00E17C2F" w:rsidRDefault="00A96795" w:rsidP="00A96795">
      <w:pPr>
        <w:pStyle w:val="ListParagraph"/>
        <w:numPr>
          <w:ilvl w:val="2"/>
          <w:numId w:val="32"/>
        </w:numPr>
        <w:spacing w:line="276" w:lineRule="auto"/>
        <w:contextualSpacing/>
        <w:jc w:val="both"/>
      </w:pPr>
      <w:r>
        <w:t>soovitada meetmeid (i</w:t>
      </w:r>
      <w:r w:rsidRPr="00E17C2F">
        <w:t>sikuandmetega seotud) rikkumise võimalike negatiivsete mõjude leevendamiseks;</w:t>
      </w:r>
    </w:p>
    <w:p w14:paraId="66D4E9B7" w14:textId="77777777" w:rsidR="00A96795" w:rsidRPr="00E17C2F" w:rsidRDefault="00A96795" w:rsidP="00A96795">
      <w:pPr>
        <w:pStyle w:val="ListParagraph"/>
        <w:numPr>
          <w:ilvl w:val="2"/>
          <w:numId w:val="32"/>
        </w:numPr>
        <w:spacing w:line="276" w:lineRule="auto"/>
        <w:contextualSpacing/>
        <w:jc w:val="both"/>
      </w:pPr>
      <w:r>
        <w:t>kirjeldada (i</w:t>
      </w:r>
      <w:r w:rsidRPr="00E17C2F">
        <w:t>sikuandmetega seotud) rikkumise tõttu andmesubjektidele tekkivaid tagajärgi ja potentsiaalseid ohte;</w:t>
      </w:r>
    </w:p>
    <w:p w14:paraId="1116EC72" w14:textId="77777777" w:rsidR="00A96795" w:rsidRPr="00E17C2F" w:rsidRDefault="00A96795" w:rsidP="00A96795">
      <w:pPr>
        <w:pStyle w:val="ListParagraph"/>
        <w:numPr>
          <w:ilvl w:val="2"/>
          <w:numId w:val="32"/>
        </w:numPr>
        <w:spacing w:line="276" w:lineRule="auto"/>
        <w:contextualSpacing/>
        <w:jc w:val="both"/>
      </w:pPr>
      <w:r>
        <w:t>kirjeldada töövõtja</w:t>
      </w:r>
      <w:r w:rsidRPr="00E17C2F">
        <w:t>/võ</w:t>
      </w:r>
      <w:r>
        <w:t>i kolmandast isikust alltöötleja</w:t>
      </w:r>
      <w:r w:rsidRPr="00E17C2F">
        <w:t xml:space="preserve"> poolt välj</w:t>
      </w:r>
      <w:r>
        <w:t>a pakutud või võetud meetmeid (i</w:t>
      </w:r>
      <w:r w:rsidRPr="00E17C2F">
        <w:t>sikuandmetega seotud) rikkumisega tegelemiseks ja</w:t>
      </w:r>
    </w:p>
    <w:p w14:paraId="37799886" w14:textId="77777777" w:rsidR="00A96795" w:rsidRPr="00E17C2F" w:rsidRDefault="00A96795" w:rsidP="00A96795">
      <w:pPr>
        <w:pStyle w:val="ListParagraph"/>
        <w:numPr>
          <w:ilvl w:val="2"/>
          <w:numId w:val="32"/>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4EDD0E9E" w14:textId="77777777" w:rsidR="00A96795" w:rsidRPr="00E17C2F" w:rsidRDefault="00A96795" w:rsidP="00A96795">
      <w:pPr>
        <w:spacing w:line="276" w:lineRule="auto"/>
        <w:ind w:firstLine="60"/>
        <w:jc w:val="both"/>
      </w:pPr>
    </w:p>
    <w:p w14:paraId="1186973F" w14:textId="77777777" w:rsidR="00A96795" w:rsidRPr="00E17C2F" w:rsidRDefault="00A96795" w:rsidP="00A96795">
      <w:pPr>
        <w:pStyle w:val="ListParagraph"/>
        <w:numPr>
          <w:ilvl w:val="1"/>
          <w:numId w:val="33"/>
        </w:numPr>
        <w:spacing w:line="276" w:lineRule="auto"/>
        <w:contextualSpacing/>
        <w:jc w:val="both"/>
      </w:pPr>
      <w:r w:rsidRPr="00E17C2F">
        <w:lastRenderedPageBreak/>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7365092D"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061DF385"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4613E5A5"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045DCADB" w14:textId="77777777" w:rsidR="00A96795" w:rsidRPr="00E17C2F" w:rsidRDefault="00A96795" w:rsidP="00A96795">
      <w:pPr>
        <w:pStyle w:val="ListParagraph"/>
        <w:numPr>
          <w:ilvl w:val="1"/>
          <w:numId w:val="33"/>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1D3BD3DB" w14:textId="77777777" w:rsidR="00A96795" w:rsidRPr="00E17C2F"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B3B370D" w14:textId="77777777" w:rsidR="00A96795" w:rsidRPr="00E17C2F"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49BBB3EE" w14:textId="77777777" w:rsidR="00A96795"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40F292DE" w14:textId="77777777" w:rsidR="00A96795"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34F92D95" w14:textId="77777777" w:rsidR="00A96795" w:rsidRDefault="00A96795" w:rsidP="00A96795">
      <w:pPr>
        <w:rPr>
          <w:lang w:eastAsia="en-US"/>
        </w:rPr>
      </w:pPr>
    </w:p>
    <w:p w14:paraId="56568C49" w14:textId="77777777" w:rsidR="00A96795" w:rsidRDefault="00A96795" w:rsidP="00A96795">
      <w:pPr>
        <w:shd w:val="clear" w:color="auto" w:fill="FFFFFF"/>
        <w:spacing w:after="60" w:line="276" w:lineRule="auto"/>
        <w:jc w:val="both"/>
        <w:rPr>
          <w:lang w:eastAsia="en-US"/>
        </w:rPr>
      </w:pPr>
    </w:p>
    <w:p w14:paraId="5150C095"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Poolte allkirjad </w:t>
      </w:r>
    </w:p>
    <w:p w14:paraId="21F8FBD5" w14:textId="77777777" w:rsidR="00A96795" w:rsidRDefault="00A96795" w:rsidP="00A96795">
      <w:pPr>
        <w:shd w:val="clear" w:color="auto" w:fill="FFFFFF"/>
        <w:spacing w:after="60" w:line="276" w:lineRule="auto"/>
        <w:jc w:val="both"/>
        <w:rPr>
          <w:b/>
          <w:lang w:eastAsia="en-US"/>
        </w:rPr>
      </w:pPr>
    </w:p>
    <w:p w14:paraId="67E1DCD7"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5EE2025D" w14:textId="77777777" w:rsidR="00A96795" w:rsidRDefault="00A96795" w:rsidP="00A96795">
      <w:pPr>
        <w:shd w:val="clear" w:color="auto" w:fill="FFFFFF"/>
        <w:spacing w:after="60" w:line="276" w:lineRule="auto"/>
        <w:jc w:val="both"/>
        <w:rPr>
          <w:lang w:eastAsia="en-US"/>
        </w:rPr>
      </w:pPr>
    </w:p>
    <w:p w14:paraId="1F8196F5" w14:textId="77777777" w:rsidR="00A96795" w:rsidRPr="000878E1" w:rsidRDefault="00A96795" w:rsidP="00A96795"/>
    <w:p w14:paraId="4989016E" w14:textId="77777777" w:rsidR="00A96795" w:rsidRPr="000878E1" w:rsidRDefault="0032155F" w:rsidP="00A96795">
      <w:pPr>
        <w:jc w:val="both"/>
        <w:outlineLvl w:val="0"/>
        <w:rPr>
          <w:b/>
        </w:rPr>
      </w:pPr>
      <w:sdt>
        <w:sdtPr>
          <w:rPr>
            <w:b/>
            <w:lang w:eastAsia="en-US"/>
          </w:rPr>
          <w:id w:val="-720835202"/>
          <w:placeholder>
            <w:docPart w:val="9D8B24F342B7437D8F5A29F841F625BF"/>
          </w:placeholder>
          <w:comboBox>
            <w:listItem w:displayText=" " w:value=" "/>
            <w:listItem w:displayText="(allkirjastatud digitaalselt)" w:value="(allkirjastatud digitaalselt)"/>
          </w:comboBox>
        </w:sdtPr>
        <w:sdtEndPr/>
        <w:sdtContent>
          <w:r w:rsidR="00A96795" w:rsidRPr="000878E1">
            <w:rPr>
              <w:lang w:eastAsia="en-US"/>
            </w:rPr>
            <w:t>[Vali sobiv]</w:t>
          </w:r>
        </w:sdtContent>
      </w:sdt>
      <w:r w:rsidR="00A96795" w:rsidRPr="000878E1">
        <w:rPr>
          <w:b/>
        </w:rPr>
        <w:tab/>
      </w:r>
      <w:r w:rsidR="00A96795" w:rsidRPr="000878E1">
        <w:rPr>
          <w:b/>
        </w:rPr>
        <w:tab/>
      </w:r>
      <w:r w:rsidR="00A96795" w:rsidRPr="000878E1">
        <w:rPr>
          <w:b/>
        </w:rPr>
        <w:tab/>
      </w:r>
      <w:r w:rsidR="00A96795" w:rsidRPr="000878E1">
        <w:rPr>
          <w:b/>
        </w:rPr>
        <w:tab/>
      </w:r>
      <w:r w:rsidR="00A96795" w:rsidRPr="000878E1">
        <w:rPr>
          <w:b/>
        </w:rPr>
        <w:tab/>
      </w:r>
      <w:r w:rsidR="00A96795" w:rsidRPr="000878E1">
        <w:rPr>
          <w:b/>
        </w:rPr>
        <w:tab/>
        <w:t xml:space="preserve">   </w:t>
      </w:r>
      <w:sdt>
        <w:sdtPr>
          <w:rPr>
            <w:b/>
            <w:lang w:eastAsia="en-US"/>
          </w:rPr>
          <w:id w:val="2011569155"/>
          <w:placeholder>
            <w:docPart w:val="28E8AC88E10048569776DD35E59AA184"/>
          </w:placeholder>
          <w:comboBox>
            <w:listItem w:displayText=" " w:value=" "/>
            <w:listItem w:displayText="(allkirjastatud digitaalselt)" w:value="(allkirjastatud digitaalselt)"/>
          </w:comboBox>
        </w:sdtPr>
        <w:sdtEndPr/>
        <w:sdtContent>
          <w:r w:rsidR="00A96795" w:rsidRPr="000878E1">
            <w:rPr>
              <w:lang w:eastAsia="en-US"/>
            </w:rPr>
            <w:t>[Vali sobiv]</w:t>
          </w:r>
        </w:sdtContent>
      </w:sdt>
      <w:r w:rsidR="00A96795" w:rsidRPr="000878E1">
        <w:rPr>
          <w:b/>
        </w:rPr>
        <w:tab/>
      </w:r>
    </w:p>
    <w:p w14:paraId="2808BD4B" w14:textId="77777777" w:rsidR="00A96795" w:rsidRPr="000878E1" w:rsidRDefault="00A96795" w:rsidP="00A96795">
      <w:pPr>
        <w:jc w:val="both"/>
        <w:outlineLvl w:val="0"/>
        <w:rPr>
          <w:b/>
        </w:rPr>
      </w:pPr>
    </w:p>
    <w:p w14:paraId="7252A209" w14:textId="77777777" w:rsidR="00A96795" w:rsidRPr="000878E1" w:rsidRDefault="00A96795" w:rsidP="00A96795">
      <w:pPr>
        <w:tabs>
          <w:tab w:val="left" w:pos="5103"/>
        </w:tabs>
        <w:jc w:val="both"/>
        <w:rPr>
          <w:lang w:eastAsia="en-US"/>
        </w:rPr>
      </w:pPr>
    </w:p>
    <w:p w14:paraId="671F3186" w14:textId="77777777" w:rsidR="00A96795" w:rsidRPr="000878E1" w:rsidRDefault="00A96795" w:rsidP="00A96795">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08D142DA" w14:textId="77777777" w:rsidR="00A96795" w:rsidRDefault="00A96795" w:rsidP="006E72E5">
      <w:pPr>
        <w:jc w:val="both"/>
        <w:rPr>
          <w:b/>
          <w:lang w:eastAsia="en-US"/>
        </w:rPr>
      </w:pPr>
    </w:p>
    <w:sectPr w:rsidR="00A96795" w:rsidSect="00F901F1">
      <w:headerReference w:type="default" r:id="rId8"/>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2EF43" w14:textId="77777777" w:rsidR="00A50AFF" w:rsidRDefault="00A50AFF" w:rsidP="001B600D">
      <w:r>
        <w:separator/>
      </w:r>
    </w:p>
  </w:endnote>
  <w:endnote w:type="continuationSeparator" w:id="0">
    <w:p w14:paraId="0DD3528D" w14:textId="77777777" w:rsidR="00A50AFF" w:rsidRDefault="00A50AFF" w:rsidP="001B600D">
      <w:r>
        <w:continuationSeparator/>
      </w:r>
    </w:p>
  </w:endnote>
  <w:endnote w:type="continuationNotice" w:id="1">
    <w:p w14:paraId="081CEDAD" w14:textId="77777777" w:rsidR="00A50AFF" w:rsidRDefault="00A50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B079D" w14:textId="77777777" w:rsidR="00A50AFF" w:rsidRDefault="00A50AFF" w:rsidP="001B600D">
      <w:r>
        <w:separator/>
      </w:r>
    </w:p>
  </w:footnote>
  <w:footnote w:type="continuationSeparator" w:id="0">
    <w:p w14:paraId="54D72DB4" w14:textId="77777777" w:rsidR="00A50AFF" w:rsidRDefault="00A50AFF" w:rsidP="001B600D">
      <w:r>
        <w:continuationSeparator/>
      </w:r>
    </w:p>
  </w:footnote>
  <w:footnote w:type="continuationNotice" w:id="1">
    <w:p w14:paraId="6D10905B" w14:textId="77777777" w:rsidR="00A50AFF" w:rsidRDefault="00A50A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12D" w14:textId="77777777" w:rsidR="00AC7420" w:rsidRDefault="00AC7420">
    <w:pPr>
      <w:pStyle w:val="Header"/>
      <w:jc w:val="center"/>
    </w:pPr>
    <w:r>
      <w:fldChar w:fldCharType="begin"/>
    </w:r>
    <w:r>
      <w:instrText>PAGE   \* MERGEFORMAT</w:instrText>
    </w:r>
    <w:r>
      <w:fldChar w:fldCharType="separate"/>
    </w:r>
    <w:r w:rsidR="001A6156">
      <w:rPr>
        <w:noProof/>
      </w:rPr>
      <w:t>4</w:t>
    </w:r>
    <w:r>
      <w:fldChar w:fldCharType="end"/>
    </w:r>
  </w:p>
  <w:p w14:paraId="0385BCC4" w14:textId="77777777" w:rsidR="00811211" w:rsidRDefault="0081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8"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10"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6"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9"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1"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9243115">
    <w:abstractNumId w:val="7"/>
  </w:num>
  <w:num w:numId="2" w16cid:durableId="245773403">
    <w:abstractNumId w:val="3"/>
  </w:num>
  <w:num w:numId="3" w16cid:durableId="400064409">
    <w:abstractNumId w:val="26"/>
  </w:num>
  <w:num w:numId="4" w16cid:durableId="1533685094">
    <w:abstractNumId w:val="2"/>
  </w:num>
  <w:num w:numId="5" w16cid:durableId="1942293161">
    <w:abstractNumId w:val="17"/>
  </w:num>
  <w:num w:numId="6" w16cid:durableId="1704557787">
    <w:abstractNumId w:val="9"/>
  </w:num>
  <w:num w:numId="7" w16cid:durableId="1498501671">
    <w:abstractNumId w:val="31"/>
  </w:num>
  <w:num w:numId="8" w16cid:durableId="2075856595">
    <w:abstractNumId w:val="25"/>
  </w:num>
  <w:num w:numId="9" w16cid:durableId="1041514387">
    <w:abstractNumId w:val="13"/>
  </w:num>
  <w:num w:numId="10" w16cid:durableId="632946977">
    <w:abstractNumId w:val="14"/>
  </w:num>
  <w:num w:numId="11" w16cid:durableId="1215391621">
    <w:abstractNumId w:val="18"/>
  </w:num>
  <w:num w:numId="12" w16cid:durableId="7027235">
    <w:abstractNumId w:val="27"/>
  </w:num>
  <w:num w:numId="13" w16cid:durableId="730465156">
    <w:abstractNumId w:val="22"/>
  </w:num>
  <w:num w:numId="14" w16cid:durableId="982808465">
    <w:abstractNumId w:val="23"/>
  </w:num>
  <w:num w:numId="15" w16cid:durableId="869611240">
    <w:abstractNumId w:val="28"/>
  </w:num>
  <w:num w:numId="16" w16cid:durableId="381949309">
    <w:abstractNumId w:val="13"/>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1330256681">
    <w:abstractNumId w:val="20"/>
  </w:num>
  <w:num w:numId="18" w16cid:durableId="916868340">
    <w:abstractNumId w:val="24"/>
  </w:num>
  <w:num w:numId="19" w16cid:durableId="1148204847">
    <w:abstractNumId w:val="0"/>
  </w:num>
  <w:num w:numId="20" w16cid:durableId="903950717">
    <w:abstractNumId w:val="11"/>
  </w:num>
  <w:num w:numId="21" w16cid:durableId="2083718423">
    <w:abstractNumId w:val="1"/>
  </w:num>
  <w:num w:numId="22" w16cid:durableId="175996902">
    <w:abstractNumId w:val="10"/>
  </w:num>
  <w:num w:numId="23" w16cid:durableId="536429428">
    <w:abstractNumId w:val="8"/>
  </w:num>
  <w:num w:numId="24" w16cid:durableId="1065954387">
    <w:abstractNumId w:val="12"/>
  </w:num>
  <w:num w:numId="25" w16cid:durableId="1580404113">
    <w:abstractNumId w:val="21"/>
  </w:num>
  <w:num w:numId="26" w16cid:durableId="734351737">
    <w:abstractNumId w:val="5"/>
  </w:num>
  <w:num w:numId="27" w16cid:durableId="1358240271">
    <w:abstractNumId w:val="19"/>
  </w:num>
  <w:num w:numId="28" w16cid:durableId="984162647">
    <w:abstractNumId w:val="16"/>
  </w:num>
  <w:num w:numId="29" w16cid:durableId="1435903391">
    <w:abstractNumId w:val="29"/>
  </w:num>
  <w:num w:numId="30" w16cid:durableId="1695575030">
    <w:abstractNumId w:val="30"/>
  </w:num>
  <w:num w:numId="31" w16cid:durableId="1255243555">
    <w:abstractNumId w:val="6"/>
  </w:num>
  <w:num w:numId="32" w16cid:durableId="1198620220">
    <w:abstractNumId w:val="15"/>
  </w:num>
  <w:num w:numId="33" w16cid:durableId="17111515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9"/>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5C"/>
    <w:rsid w:val="0000331D"/>
    <w:rsid w:val="00012706"/>
    <w:rsid w:val="00012E29"/>
    <w:rsid w:val="00012EA8"/>
    <w:rsid w:val="000165A2"/>
    <w:rsid w:val="00030B3C"/>
    <w:rsid w:val="000339C1"/>
    <w:rsid w:val="0004135E"/>
    <w:rsid w:val="000435B4"/>
    <w:rsid w:val="0005270D"/>
    <w:rsid w:val="0006217E"/>
    <w:rsid w:val="0006393C"/>
    <w:rsid w:val="0006509D"/>
    <w:rsid w:val="000805BE"/>
    <w:rsid w:val="00084272"/>
    <w:rsid w:val="00096AE8"/>
    <w:rsid w:val="000A1BD3"/>
    <w:rsid w:val="000A33B4"/>
    <w:rsid w:val="000A4A35"/>
    <w:rsid w:val="000B321D"/>
    <w:rsid w:val="000C02BF"/>
    <w:rsid w:val="000C0E62"/>
    <w:rsid w:val="000C43F2"/>
    <w:rsid w:val="000C4509"/>
    <w:rsid w:val="000D17C9"/>
    <w:rsid w:val="000D1F95"/>
    <w:rsid w:val="000D4F6D"/>
    <w:rsid w:val="000F235F"/>
    <w:rsid w:val="001009EC"/>
    <w:rsid w:val="00111494"/>
    <w:rsid w:val="001257BD"/>
    <w:rsid w:val="00127567"/>
    <w:rsid w:val="0013216F"/>
    <w:rsid w:val="0013277D"/>
    <w:rsid w:val="00136361"/>
    <w:rsid w:val="00150C37"/>
    <w:rsid w:val="00163839"/>
    <w:rsid w:val="00164739"/>
    <w:rsid w:val="00167450"/>
    <w:rsid w:val="00174125"/>
    <w:rsid w:val="00180EF9"/>
    <w:rsid w:val="0019260F"/>
    <w:rsid w:val="00194C47"/>
    <w:rsid w:val="001953F2"/>
    <w:rsid w:val="001A4910"/>
    <w:rsid w:val="001A6156"/>
    <w:rsid w:val="001A6F35"/>
    <w:rsid w:val="001B600D"/>
    <w:rsid w:val="001D3FC2"/>
    <w:rsid w:val="001D6116"/>
    <w:rsid w:val="001F5DF1"/>
    <w:rsid w:val="0020099A"/>
    <w:rsid w:val="00205BCE"/>
    <w:rsid w:val="002114A9"/>
    <w:rsid w:val="00213E45"/>
    <w:rsid w:val="00215C93"/>
    <w:rsid w:val="0021683F"/>
    <w:rsid w:val="0022306E"/>
    <w:rsid w:val="00225DA9"/>
    <w:rsid w:val="00231D91"/>
    <w:rsid w:val="00233D9E"/>
    <w:rsid w:val="002359C4"/>
    <w:rsid w:val="00241AC7"/>
    <w:rsid w:val="00252D4E"/>
    <w:rsid w:val="0025669A"/>
    <w:rsid w:val="00263DA6"/>
    <w:rsid w:val="00267F4E"/>
    <w:rsid w:val="0027209F"/>
    <w:rsid w:val="002804A4"/>
    <w:rsid w:val="002828CC"/>
    <w:rsid w:val="00282DB8"/>
    <w:rsid w:val="00291383"/>
    <w:rsid w:val="00292F6B"/>
    <w:rsid w:val="00293258"/>
    <w:rsid w:val="00293862"/>
    <w:rsid w:val="002A4433"/>
    <w:rsid w:val="002A49FF"/>
    <w:rsid w:val="002A729D"/>
    <w:rsid w:val="002C2227"/>
    <w:rsid w:val="002C277C"/>
    <w:rsid w:val="002C6E6C"/>
    <w:rsid w:val="002D4DF0"/>
    <w:rsid w:val="002E06C0"/>
    <w:rsid w:val="002E318A"/>
    <w:rsid w:val="002E3375"/>
    <w:rsid w:val="002F140A"/>
    <w:rsid w:val="003001D6"/>
    <w:rsid w:val="003003F4"/>
    <w:rsid w:val="00306C6C"/>
    <w:rsid w:val="00314A30"/>
    <w:rsid w:val="0032155F"/>
    <w:rsid w:val="0032215F"/>
    <w:rsid w:val="00331E83"/>
    <w:rsid w:val="00336B27"/>
    <w:rsid w:val="00344D10"/>
    <w:rsid w:val="00345CB7"/>
    <w:rsid w:val="0035357D"/>
    <w:rsid w:val="00357E0D"/>
    <w:rsid w:val="00372A85"/>
    <w:rsid w:val="00375A7C"/>
    <w:rsid w:val="003770AC"/>
    <w:rsid w:val="00381C2A"/>
    <w:rsid w:val="0038451C"/>
    <w:rsid w:val="003A0111"/>
    <w:rsid w:val="003A7BF3"/>
    <w:rsid w:val="003C50FC"/>
    <w:rsid w:val="003C54FF"/>
    <w:rsid w:val="003D1E54"/>
    <w:rsid w:val="003D30BF"/>
    <w:rsid w:val="003E3B18"/>
    <w:rsid w:val="003E606D"/>
    <w:rsid w:val="003F2F14"/>
    <w:rsid w:val="0040157F"/>
    <w:rsid w:val="00401699"/>
    <w:rsid w:val="0040677A"/>
    <w:rsid w:val="00413F92"/>
    <w:rsid w:val="004140B4"/>
    <w:rsid w:val="004174C4"/>
    <w:rsid w:val="00426BC1"/>
    <w:rsid w:val="00434E15"/>
    <w:rsid w:val="0043593E"/>
    <w:rsid w:val="004369B4"/>
    <w:rsid w:val="0044482F"/>
    <w:rsid w:val="0046035C"/>
    <w:rsid w:val="004630C1"/>
    <w:rsid w:val="00472146"/>
    <w:rsid w:val="00473EB8"/>
    <w:rsid w:val="00474584"/>
    <w:rsid w:val="00476387"/>
    <w:rsid w:val="00477E5C"/>
    <w:rsid w:val="00483955"/>
    <w:rsid w:val="00496CCD"/>
    <w:rsid w:val="004A1EEC"/>
    <w:rsid w:val="004A6D7B"/>
    <w:rsid w:val="004B1A48"/>
    <w:rsid w:val="004B2FD0"/>
    <w:rsid w:val="004B7732"/>
    <w:rsid w:val="004C38EA"/>
    <w:rsid w:val="004D32A3"/>
    <w:rsid w:val="004E3EB7"/>
    <w:rsid w:val="00517289"/>
    <w:rsid w:val="0052453C"/>
    <w:rsid w:val="00524C86"/>
    <w:rsid w:val="005279C0"/>
    <w:rsid w:val="00532369"/>
    <w:rsid w:val="00535483"/>
    <w:rsid w:val="00541C17"/>
    <w:rsid w:val="005427DB"/>
    <w:rsid w:val="00545C26"/>
    <w:rsid w:val="00546527"/>
    <w:rsid w:val="0054785A"/>
    <w:rsid w:val="00553BD5"/>
    <w:rsid w:val="00557FAF"/>
    <w:rsid w:val="00561256"/>
    <w:rsid w:val="005662E5"/>
    <w:rsid w:val="00570110"/>
    <w:rsid w:val="00573F2D"/>
    <w:rsid w:val="00577BFF"/>
    <w:rsid w:val="00592D02"/>
    <w:rsid w:val="005A46CF"/>
    <w:rsid w:val="005A667B"/>
    <w:rsid w:val="005E3206"/>
    <w:rsid w:val="005E6561"/>
    <w:rsid w:val="005F430D"/>
    <w:rsid w:val="005F4511"/>
    <w:rsid w:val="006145DE"/>
    <w:rsid w:val="006158FA"/>
    <w:rsid w:val="0063405A"/>
    <w:rsid w:val="00642E7C"/>
    <w:rsid w:val="0065237A"/>
    <w:rsid w:val="00654966"/>
    <w:rsid w:val="0067083A"/>
    <w:rsid w:val="00671900"/>
    <w:rsid w:val="00671EAF"/>
    <w:rsid w:val="00674D4A"/>
    <w:rsid w:val="006773FF"/>
    <w:rsid w:val="0068465B"/>
    <w:rsid w:val="00690558"/>
    <w:rsid w:val="006929F5"/>
    <w:rsid w:val="006A1454"/>
    <w:rsid w:val="006A370F"/>
    <w:rsid w:val="006A497F"/>
    <w:rsid w:val="006B3BCF"/>
    <w:rsid w:val="006B416D"/>
    <w:rsid w:val="006B6D38"/>
    <w:rsid w:val="006C6BDB"/>
    <w:rsid w:val="006E1A16"/>
    <w:rsid w:val="006E7229"/>
    <w:rsid w:val="006E72E5"/>
    <w:rsid w:val="006F0157"/>
    <w:rsid w:val="00705AEF"/>
    <w:rsid w:val="00705F14"/>
    <w:rsid w:val="0070621F"/>
    <w:rsid w:val="00710783"/>
    <w:rsid w:val="00715729"/>
    <w:rsid w:val="007270E1"/>
    <w:rsid w:val="007331EF"/>
    <w:rsid w:val="007455DB"/>
    <w:rsid w:val="00746403"/>
    <w:rsid w:val="007466DD"/>
    <w:rsid w:val="007517F6"/>
    <w:rsid w:val="00751F66"/>
    <w:rsid w:val="007537D4"/>
    <w:rsid w:val="00755307"/>
    <w:rsid w:val="00756D9B"/>
    <w:rsid w:val="007613F4"/>
    <w:rsid w:val="007641CC"/>
    <w:rsid w:val="007678BC"/>
    <w:rsid w:val="00774923"/>
    <w:rsid w:val="00774CC6"/>
    <w:rsid w:val="00775205"/>
    <w:rsid w:val="00792232"/>
    <w:rsid w:val="007A47AB"/>
    <w:rsid w:val="007B39F2"/>
    <w:rsid w:val="007B6333"/>
    <w:rsid w:val="007B7110"/>
    <w:rsid w:val="007C3C1F"/>
    <w:rsid w:val="007C4C8F"/>
    <w:rsid w:val="007D213A"/>
    <w:rsid w:val="007E2BAE"/>
    <w:rsid w:val="007E2BC1"/>
    <w:rsid w:val="007E6166"/>
    <w:rsid w:val="007E7EBE"/>
    <w:rsid w:val="007F0AF6"/>
    <w:rsid w:val="007F3562"/>
    <w:rsid w:val="007F508F"/>
    <w:rsid w:val="007F50E2"/>
    <w:rsid w:val="00805054"/>
    <w:rsid w:val="00807057"/>
    <w:rsid w:val="00811211"/>
    <w:rsid w:val="00816B2D"/>
    <w:rsid w:val="00824CBA"/>
    <w:rsid w:val="00825249"/>
    <w:rsid w:val="00831118"/>
    <w:rsid w:val="00841E41"/>
    <w:rsid w:val="00844C90"/>
    <w:rsid w:val="00846D33"/>
    <w:rsid w:val="00853A0D"/>
    <w:rsid w:val="00857336"/>
    <w:rsid w:val="0085797D"/>
    <w:rsid w:val="00857C6C"/>
    <w:rsid w:val="00872E3B"/>
    <w:rsid w:val="008774B1"/>
    <w:rsid w:val="0088252F"/>
    <w:rsid w:val="00885A26"/>
    <w:rsid w:val="00891012"/>
    <w:rsid w:val="008A1C33"/>
    <w:rsid w:val="008B72F1"/>
    <w:rsid w:val="008C4A9A"/>
    <w:rsid w:val="008C7744"/>
    <w:rsid w:val="008E4332"/>
    <w:rsid w:val="008E4E8D"/>
    <w:rsid w:val="008E7A8A"/>
    <w:rsid w:val="008F00E2"/>
    <w:rsid w:val="008F0B72"/>
    <w:rsid w:val="008F76D0"/>
    <w:rsid w:val="00900798"/>
    <w:rsid w:val="0091069E"/>
    <w:rsid w:val="00916851"/>
    <w:rsid w:val="00917C3E"/>
    <w:rsid w:val="009223F6"/>
    <w:rsid w:val="00942AFC"/>
    <w:rsid w:val="00944A0C"/>
    <w:rsid w:val="00957B89"/>
    <w:rsid w:val="009663EA"/>
    <w:rsid w:val="009712D0"/>
    <w:rsid w:val="0097556A"/>
    <w:rsid w:val="00982652"/>
    <w:rsid w:val="00990625"/>
    <w:rsid w:val="00992C4C"/>
    <w:rsid w:val="009965FD"/>
    <w:rsid w:val="009A0F47"/>
    <w:rsid w:val="009A417F"/>
    <w:rsid w:val="009B1045"/>
    <w:rsid w:val="009C1300"/>
    <w:rsid w:val="009C24FF"/>
    <w:rsid w:val="009C4613"/>
    <w:rsid w:val="009C6DAE"/>
    <w:rsid w:val="009C7786"/>
    <w:rsid w:val="009D08EC"/>
    <w:rsid w:val="009D2444"/>
    <w:rsid w:val="009D485B"/>
    <w:rsid w:val="009E1F8E"/>
    <w:rsid w:val="009E382F"/>
    <w:rsid w:val="009F0039"/>
    <w:rsid w:val="00A13C77"/>
    <w:rsid w:val="00A1592F"/>
    <w:rsid w:val="00A16694"/>
    <w:rsid w:val="00A17AE7"/>
    <w:rsid w:val="00A26C86"/>
    <w:rsid w:val="00A33751"/>
    <w:rsid w:val="00A35A45"/>
    <w:rsid w:val="00A40A87"/>
    <w:rsid w:val="00A50AFF"/>
    <w:rsid w:val="00A51261"/>
    <w:rsid w:val="00A52458"/>
    <w:rsid w:val="00A52EB4"/>
    <w:rsid w:val="00A560C9"/>
    <w:rsid w:val="00A609AB"/>
    <w:rsid w:val="00A74E43"/>
    <w:rsid w:val="00A750C3"/>
    <w:rsid w:val="00A77431"/>
    <w:rsid w:val="00A83020"/>
    <w:rsid w:val="00A925EA"/>
    <w:rsid w:val="00A9546B"/>
    <w:rsid w:val="00A95844"/>
    <w:rsid w:val="00A96795"/>
    <w:rsid w:val="00AA2FB7"/>
    <w:rsid w:val="00AA36B0"/>
    <w:rsid w:val="00AA5341"/>
    <w:rsid w:val="00AB0003"/>
    <w:rsid w:val="00AB3F10"/>
    <w:rsid w:val="00AC7420"/>
    <w:rsid w:val="00AD0E27"/>
    <w:rsid w:val="00AD4873"/>
    <w:rsid w:val="00AD7901"/>
    <w:rsid w:val="00AE0866"/>
    <w:rsid w:val="00AE4330"/>
    <w:rsid w:val="00AF3F62"/>
    <w:rsid w:val="00B054F4"/>
    <w:rsid w:val="00B07F4E"/>
    <w:rsid w:val="00B24E73"/>
    <w:rsid w:val="00B26585"/>
    <w:rsid w:val="00B30247"/>
    <w:rsid w:val="00B32CCD"/>
    <w:rsid w:val="00B33E6E"/>
    <w:rsid w:val="00B37C14"/>
    <w:rsid w:val="00B37F9A"/>
    <w:rsid w:val="00B4092A"/>
    <w:rsid w:val="00B462A1"/>
    <w:rsid w:val="00B51F8F"/>
    <w:rsid w:val="00B61F70"/>
    <w:rsid w:val="00B676DC"/>
    <w:rsid w:val="00B913C8"/>
    <w:rsid w:val="00B91C13"/>
    <w:rsid w:val="00B93AE1"/>
    <w:rsid w:val="00B93C1B"/>
    <w:rsid w:val="00B94663"/>
    <w:rsid w:val="00B95056"/>
    <w:rsid w:val="00BA663D"/>
    <w:rsid w:val="00BA6B1A"/>
    <w:rsid w:val="00BB62C0"/>
    <w:rsid w:val="00BC0D0B"/>
    <w:rsid w:val="00BC23AF"/>
    <w:rsid w:val="00BC45A7"/>
    <w:rsid w:val="00BD0FA4"/>
    <w:rsid w:val="00BE4E81"/>
    <w:rsid w:val="00BE55BA"/>
    <w:rsid w:val="00BE578A"/>
    <w:rsid w:val="00BF2BCA"/>
    <w:rsid w:val="00C02044"/>
    <w:rsid w:val="00C06C39"/>
    <w:rsid w:val="00C07547"/>
    <w:rsid w:val="00C10AD7"/>
    <w:rsid w:val="00C13941"/>
    <w:rsid w:val="00C212D9"/>
    <w:rsid w:val="00C217CD"/>
    <w:rsid w:val="00C2203D"/>
    <w:rsid w:val="00C22469"/>
    <w:rsid w:val="00C30D81"/>
    <w:rsid w:val="00C31195"/>
    <w:rsid w:val="00C41EC6"/>
    <w:rsid w:val="00C53DF6"/>
    <w:rsid w:val="00C65754"/>
    <w:rsid w:val="00C65D59"/>
    <w:rsid w:val="00C667C6"/>
    <w:rsid w:val="00C66B6C"/>
    <w:rsid w:val="00C76357"/>
    <w:rsid w:val="00CA32B8"/>
    <w:rsid w:val="00CB05AC"/>
    <w:rsid w:val="00CB37F6"/>
    <w:rsid w:val="00CC14D6"/>
    <w:rsid w:val="00CC3C03"/>
    <w:rsid w:val="00CC41D8"/>
    <w:rsid w:val="00CD57DD"/>
    <w:rsid w:val="00CD5B4C"/>
    <w:rsid w:val="00CD6EB0"/>
    <w:rsid w:val="00CE4F74"/>
    <w:rsid w:val="00D024DB"/>
    <w:rsid w:val="00D02E44"/>
    <w:rsid w:val="00D07115"/>
    <w:rsid w:val="00D10CBA"/>
    <w:rsid w:val="00D11847"/>
    <w:rsid w:val="00D14158"/>
    <w:rsid w:val="00D30642"/>
    <w:rsid w:val="00D31798"/>
    <w:rsid w:val="00D40840"/>
    <w:rsid w:val="00D41177"/>
    <w:rsid w:val="00D4202F"/>
    <w:rsid w:val="00D43E51"/>
    <w:rsid w:val="00D44C43"/>
    <w:rsid w:val="00D61788"/>
    <w:rsid w:val="00D671D8"/>
    <w:rsid w:val="00D76309"/>
    <w:rsid w:val="00D76F23"/>
    <w:rsid w:val="00D8149E"/>
    <w:rsid w:val="00D83893"/>
    <w:rsid w:val="00D9622E"/>
    <w:rsid w:val="00D96478"/>
    <w:rsid w:val="00D97216"/>
    <w:rsid w:val="00DA33CF"/>
    <w:rsid w:val="00DB5BCE"/>
    <w:rsid w:val="00DB748E"/>
    <w:rsid w:val="00DC3F3C"/>
    <w:rsid w:val="00DC4A8F"/>
    <w:rsid w:val="00DC7A2A"/>
    <w:rsid w:val="00DD6741"/>
    <w:rsid w:val="00DE2380"/>
    <w:rsid w:val="00DF195E"/>
    <w:rsid w:val="00DF4082"/>
    <w:rsid w:val="00DF49AF"/>
    <w:rsid w:val="00DF6560"/>
    <w:rsid w:val="00DF68BF"/>
    <w:rsid w:val="00E054FF"/>
    <w:rsid w:val="00E057EB"/>
    <w:rsid w:val="00E11A98"/>
    <w:rsid w:val="00E169F4"/>
    <w:rsid w:val="00E26C2A"/>
    <w:rsid w:val="00E372D9"/>
    <w:rsid w:val="00E40034"/>
    <w:rsid w:val="00E462A9"/>
    <w:rsid w:val="00E53CA7"/>
    <w:rsid w:val="00E566D4"/>
    <w:rsid w:val="00E658F5"/>
    <w:rsid w:val="00E70174"/>
    <w:rsid w:val="00E762D2"/>
    <w:rsid w:val="00E87D9F"/>
    <w:rsid w:val="00E93F9B"/>
    <w:rsid w:val="00E95FCF"/>
    <w:rsid w:val="00EB37F8"/>
    <w:rsid w:val="00EB4F5A"/>
    <w:rsid w:val="00EB7034"/>
    <w:rsid w:val="00ED1DD3"/>
    <w:rsid w:val="00ED5CD3"/>
    <w:rsid w:val="00EE230D"/>
    <w:rsid w:val="00EF3A7A"/>
    <w:rsid w:val="00EF468E"/>
    <w:rsid w:val="00F1327D"/>
    <w:rsid w:val="00F165A9"/>
    <w:rsid w:val="00F21DA1"/>
    <w:rsid w:val="00F25F8B"/>
    <w:rsid w:val="00F307B0"/>
    <w:rsid w:val="00F3396F"/>
    <w:rsid w:val="00F40C8A"/>
    <w:rsid w:val="00F4437C"/>
    <w:rsid w:val="00F46CC7"/>
    <w:rsid w:val="00F547CB"/>
    <w:rsid w:val="00F54986"/>
    <w:rsid w:val="00F626C6"/>
    <w:rsid w:val="00F644D3"/>
    <w:rsid w:val="00F66711"/>
    <w:rsid w:val="00F727E2"/>
    <w:rsid w:val="00F8639D"/>
    <w:rsid w:val="00F901F1"/>
    <w:rsid w:val="00F90A59"/>
    <w:rsid w:val="00F957D1"/>
    <w:rsid w:val="00F95D3E"/>
    <w:rsid w:val="00FB0380"/>
    <w:rsid w:val="00FB0AF1"/>
    <w:rsid w:val="00FB3711"/>
    <w:rsid w:val="00FB6F98"/>
    <w:rsid w:val="00FC0AFA"/>
    <w:rsid w:val="00FC718B"/>
    <w:rsid w:val="00FD067B"/>
    <w:rsid w:val="00FD1D63"/>
    <w:rsid w:val="00FD4AE6"/>
    <w:rsid w:val="00FD4E3F"/>
    <w:rsid w:val="00FF5B63"/>
    <w:rsid w:val="77469C1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B68BF"/>
  <w15:docId w15:val="{E9BB48B3-F69B-477F-B113-4BC2B567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23"/>
      <w:szCs w:val="20"/>
      <w:u w:val="single"/>
      <w:lang w:val="en-GB" w:eastAsia="en-US"/>
    </w:rPr>
  </w:style>
  <w:style w:type="paragraph" w:styleId="Heading3">
    <w:name w:val="heading 3"/>
    <w:basedOn w:val="Normal"/>
    <w:next w:val="Normal"/>
    <w:link w:val="Heading3Char"/>
    <w:unhideWhenUsed/>
    <w:qFormat/>
    <w:rsid w:val="0044482F"/>
    <w:pPr>
      <w:keepNext/>
      <w:spacing w:before="240" w:after="60"/>
      <w:outlineLvl w:val="2"/>
    </w:pPr>
    <w:rPr>
      <w:rFonts w:ascii="Cambria" w:hAnsi="Cambria"/>
      <w:b/>
      <w:bCs/>
      <w:sz w:val="26"/>
      <w:szCs w:val="26"/>
    </w:rPr>
  </w:style>
  <w:style w:type="paragraph" w:styleId="Heading6">
    <w:name w:val="heading 6"/>
    <w:basedOn w:val="Normal"/>
    <w:next w:val="Normal"/>
    <w:link w:val="Heading6Char"/>
    <w:unhideWhenUsed/>
    <w:qFormat/>
    <w:rsid w:val="0044482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lang w:eastAsia="en-US"/>
    </w:rPr>
  </w:style>
  <w:style w:type="paragraph" w:styleId="BodyTextIndent">
    <w:name w:val="Body Text Indent"/>
    <w:basedOn w:val="Normal"/>
    <w:pPr>
      <w:ind w:left="720"/>
      <w:jc w:val="both"/>
    </w:pPr>
  </w:style>
  <w:style w:type="paragraph" w:styleId="BodyText2">
    <w:name w:val="Body Text 2"/>
    <w:basedOn w:val="Normal"/>
    <w:pPr>
      <w:jc w:val="both"/>
    </w:pPr>
    <w:rPr>
      <w:sz w:val="22"/>
    </w:rPr>
  </w:style>
  <w:style w:type="paragraph" w:styleId="BodyTextIndent2">
    <w:name w:val="Body Text Indent 2"/>
    <w:basedOn w:val="Normal"/>
    <w:pPr>
      <w:ind w:left="720"/>
      <w:jc w:val="both"/>
    </w:pPr>
    <w:rPr>
      <w:sz w:val="20"/>
    </w:rPr>
  </w:style>
  <w:style w:type="paragraph" w:styleId="BodyTextIndent3">
    <w:name w:val="Body Text Indent 3"/>
    <w:basedOn w:val="Normal"/>
    <w:pPr>
      <w:ind w:left="720"/>
      <w:jc w:val="both"/>
    </w:pPr>
    <w:rPr>
      <w:sz w:val="18"/>
    </w:rPr>
  </w:style>
  <w:style w:type="character" w:styleId="Hyperlink">
    <w:name w:val="Hyperlink"/>
    <w:rsid w:val="00990625"/>
    <w:rPr>
      <w:color w:val="0000FF"/>
      <w:u w:val="single"/>
    </w:rPr>
  </w:style>
  <w:style w:type="character" w:styleId="Strong">
    <w:name w:val="Strong"/>
    <w:qFormat/>
    <w:rsid w:val="00084272"/>
    <w:rPr>
      <w:b/>
      <w:bCs/>
    </w:rPr>
  </w:style>
  <w:style w:type="table" w:styleId="TableGrid">
    <w:name w:val="Table Grid"/>
    <w:basedOn w:val="TableNorma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357D"/>
    <w:rPr>
      <w:rFonts w:ascii="Tahoma" w:hAnsi="Tahoma" w:cs="Tahoma"/>
      <w:sz w:val="16"/>
      <w:szCs w:val="16"/>
    </w:rPr>
  </w:style>
  <w:style w:type="character" w:customStyle="1" w:styleId="BalloonTextChar">
    <w:name w:val="Balloon Text Char"/>
    <w:link w:val="BalloonText"/>
    <w:rsid w:val="0035357D"/>
    <w:rPr>
      <w:rFonts w:ascii="Tahoma" w:hAnsi="Tahoma" w:cs="Tahoma"/>
      <w:sz w:val="16"/>
      <w:szCs w:val="16"/>
    </w:rPr>
  </w:style>
  <w:style w:type="paragraph" w:styleId="Title">
    <w:name w:val="Title"/>
    <w:basedOn w:val="Normal"/>
    <w:link w:val="TitleChar"/>
    <w:qFormat/>
    <w:rsid w:val="00A1592F"/>
    <w:pPr>
      <w:jc w:val="center"/>
    </w:pPr>
    <w:rPr>
      <w:b/>
      <w:bCs/>
      <w:lang w:eastAsia="en-US"/>
    </w:rPr>
  </w:style>
  <w:style w:type="character" w:customStyle="1" w:styleId="TitleChar">
    <w:name w:val="Title Char"/>
    <w:link w:val="Title"/>
    <w:rsid w:val="00A1592F"/>
    <w:rPr>
      <w:b/>
      <w:bCs/>
      <w:sz w:val="24"/>
      <w:szCs w:val="24"/>
      <w:lang w:eastAsia="en-US"/>
    </w:rPr>
  </w:style>
  <w:style w:type="paragraph" w:styleId="Header">
    <w:name w:val="header"/>
    <w:basedOn w:val="Normal"/>
    <w:link w:val="HeaderChar"/>
    <w:uiPriority w:val="99"/>
    <w:rsid w:val="001B600D"/>
    <w:pPr>
      <w:tabs>
        <w:tab w:val="center" w:pos="4536"/>
        <w:tab w:val="right" w:pos="9072"/>
      </w:tabs>
    </w:pPr>
  </w:style>
  <w:style w:type="character" w:customStyle="1" w:styleId="HeaderChar">
    <w:name w:val="Header Char"/>
    <w:link w:val="Header"/>
    <w:uiPriority w:val="99"/>
    <w:rsid w:val="001B600D"/>
    <w:rPr>
      <w:sz w:val="24"/>
      <w:szCs w:val="24"/>
    </w:rPr>
  </w:style>
  <w:style w:type="paragraph" w:styleId="Footer">
    <w:name w:val="footer"/>
    <w:basedOn w:val="Normal"/>
    <w:link w:val="FooterChar"/>
    <w:rsid w:val="001B600D"/>
    <w:pPr>
      <w:tabs>
        <w:tab w:val="center" w:pos="4536"/>
        <w:tab w:val="right" w:pos="9072"/>
      </w:tabs>
    </w:pPr>
  </w:style>
  <w:style w:type="character" w:customStyle="1" w:styleId="FooterChar">
    <w:name w:val="Footer Char"/>
    <w:link w:val="Footer"/>
    <w:rsid w:val="001B600D"/>
    <w:rPr>
      <w:sz w:val="24"/>
      <w:szCs w:val="24"/>
    </w:rPr>
  </w:style>
  <w:style w:type="character" w:styleId="PageNumber">
    <w:name w:val="page number"/>
    <w:rsid w:val="001B600D"/>
  </w:style>
  <w:style w:type="paragraph" w:styleId="ListParagraph">
    <w:name w:val="List Paragraph"/>
    <w:basedOn w:val="Normal"/>
    <w:uiPriority w:val="34"/>
    <w:qFormat/>
    <w:rsid w:val="002C277C"/>
    <w:pPr>
      <w:ind w:left="708"/>
    </w:pPr>
  </w:style>
  <w:style w:type="character" w:customStyle="1" w:styleId="Heading3Char">
    <w:name w:val="Heading 3 Char"/>
    <w:link w:val="Heading3"/>
    <w:rsid w:val="0044482F"/>
    <w:rPr>
      <w:rFonts w:ascii="Cambria" w:eastAsia="Times New Roman" w:hAnsi="Cambria" w:cs="Times New Roman"/>
      <w:b/>
      <w:bCs/>
      <w:sz w:val="26"/>
      <w:szCs w:val="26"/>
    </w:rPr>
  </w:style>
  <w:style w:type="character" w:customStyle="1" w:styleId="Heading6Char">
    <w:name w:val="Heading 6 Char"/>
    <w:link w:val="Heading6"/>
    <w:rsid w:val="0044482F"/>
    <w:rPr>
      <w:rFonts w:ascii="Calibri" w:eastAsia="Times New Roman" w:hAnsi="Calibri" w:cs="Times New Roman"/>
      <w:b/>
      <w:bCs/>
      <w:sz w:val="22"/>
      <w:szCs w:val="22"/>
    </w:rPr>
  </w:style>
  <w:style w:type="character" w:styleId="CommentReference">
    <w:name w:val="annotation reference"/>
    <w:uiPriority w:val="99"/>
    <w:rsid w:val="00B37C14"/>
    <w:rPr>
      <w:sz w:val="16"/>
      <w:szCs w:val="16"/>
    </w:rPr>
  </w:style>
  <w:style w:type="paragraph" w:styleId="CommentText">
    <w:name w:val="annotation text"/>
    <w:basedOn w:val="Normal"/>
    <w:link w:val="CommentTextChar"/>
    <w:uiPriority w:val="99"/>
    <w:rsid w:val="00B37C14"/>
    <w:rPr>
      <w:sz w:val="20"/>
      <w:szCs w:val="20"/>
    </w:rPr>
  </w:style>
  <w:style w:type="character" w:customStyle="1" w:styleId="CommentTextChar">
    <w:name w:val="Comment Text Char"/>
    <w:basedOn w:val="DefaultParagraphFont"/>
    <w:link w:val="CommentText"/>
    <w:uiPriority w:val="99"/>
    <w:rsid w:val="00B37C14"/>
  </w:style>
  <w:style w:type="paragraph" w:styleId="CommentSubject">
    <w:name w:val="annotation subject"/>
    <w:basedOn w:val="CommentText"/>
    <w:next w:val="CommentText"/>
    <w:link w:val="CommentSubjectChar"/>
    <w:rsid w:val="00B37C14"/>
    <w:rPr>
      <w:b/>
      <w:bCs/>
    </w:rPr>
  </w:style>
  <w:style w:type="character" w:customStyle="1" w:styleId="CommentSubjectChar">
    <w:name w:val="Comment Subject Char"/>
    <w:link w:val="CommentSubject"/>
    <w:rsid w:val="00B37C14"/>
    <w:rPr>
      <w:b/>
      <w:bCs/>
    </w:rPr>
  </w:style>
  <w:style w:type="paragraph" w:styleId="NormalWeb">
    <w:name w:val="Normal (Web)"/>
    <w:basedOn w:val="Normal"/>
    <w:rsid w:val="003A7BF3"/>
    <w:pPr>
      <w:spacing w:before="100" w:beforeAutospacing="1" w:after="100" w:afterAutospacing="1"/>
    </w:pPr>
    <w:rPr>
      <w:lang w:val="en-GB" w:eastAsia="en-US"/>
    </w:rPr>
  </w:style>
  <w:style w:type="paragraph" w:customStyle="1" w:styleId="Pealkiri11">
    <w:name w:val="Pealkiri 11"/>
    <w:basedOn w:val="Normal"/>
    <w:rsid w:val="00535483"/>
    <w:pPr>
      <w:numPr>
        <w:numId w:val="30"/>
      </w:numPr>
    </w:pPr>
  </w:style>
  <w:style w:type="paragraph" w:customStyle="1" w:styleId="Pealkiri21">
    <w:name w:val="Pealkiri 21"/>
    <w:basedOn w:val="Normal"/>
    <w:rsid w:val="00535483"/>
    <w:pPr>
      <w:numPr>
        <w:ilvl w:val="1"/>
        <w:numId w:val="30"/>
      </w:numPr>
    </w:pPr>
  </w:style>
  <w:style w:type="paragraph" w:customStyle="1" w:styleId="Pealkiri31">
    <w:name w:val="Pealkiri 31"/>
    <w:basedOn w:val="Normal"/>
    <w:rsid w:val="00535483"/>
    <w:pPr>
      <w:numPr>
        <w:ilvl w:val="2"/>
        <w:numId w:val="30"/>
      </w:numPr>
    </w:pPr>
  </w:style>
  <w:style w:type="paragraph" w:customStyle="1" w:styleId="Pealkiri41">
    <w:name w:val="Pealkiri 41"/>
    <w:basedOn w:val="Normal"/>
    <w:rsid w:val="00535483"/>
    <w:pPr>
      <w:numPr>
        <w:ilvl w:val="3"/>
        <w:numId w:val="30"/>
      </w:numPr>
    </w:pPr>
  </w:style>
  <w:style w:type="paragraph" w:customStyle="1" w:styleId="Pealkiri51">
    <w:name w:val="Pealkiri 51"/>
    <w:basedOn w:val="Normal"/>
    <w:rsid w:val="00535483"/>
    <w:pPr>
      <w:numPr>
        <w:ilvl w:val="4"/>
        <w:numId w:val="30"/>
      </w:numPr>
    </w:pPr>
  </w:style>
  <w:style w:type="paragraph" w:customStyle="1" w:styleId="Pealkiri61">
    <w:name w:val="Pealkiri 61"/>
    <w:basedOn w:val="Normal"/>
    <w:rsid w:val="00535483"/>
    <w:pPr>
      <w:numPr>
        <w:ilvl w:val="5"/>
        <w:numId w:val="30"/>
      </w:numPr>
    </w:pPr>
  </w:style>
  <w:style w:type="paragraph" w:customStyle="1" w:styleId="Pealkiri71">
    <w:name w:val="Pealkiri 71"/>
    <w:basedOn w:val="Normal"/>
    <w:rsid w:val="00535483"/>
    <w:pPr>
      <w:numPr>
        <w:ilvl w:val="6"/>
        <w:numId w:val="30"/>
      </w:numPr>
    </w:pPr>
  </w:style>
  <w:style w:type="paragraph" w:customStyle="1" w:styleId="Pealkiri81">
    <w:name w:val="Pealkiri 81"/>
    <w:basedOn w:val="Normal"/>
    <w:rsid w:val="00535483"/>
    <w:pPr>
      <w:numPr>
        <w:ilvl w:val="7"/>
        <w:numId w:val="30"/>
      </w:numPr>
    </w:pPr>
  </w:style>
  <w:style w:type="paragraph" w:customStyle="1" w:styleId="Pealkiri91">
    <w:name w:val="Pealkiri 91"/>
    <w:basedOn w:val="Normal"/>
    <w:rsid w:val="00535483"/>
    <w:pPr>
      <w:numPr>
        <w:ilvl w:val="8"/>
        <w:numId w:val="30"/>
      </w:numPr>
    </w:pPr>
  </w:style>
  <w:style w:type="paragraph" w:styleId="Revision">
    <w:name w:val="Revision"/>
    <w:hidden/>
    <w:uiPriority w:val="99"/>
    <w:semiHidden/>
    <w:rsid w:val="004630C1"/>
    <w:rPr>
      <w:sz w:val="24"/>
      <w:szCs w:val="24"/>
    </w:rPr>
  </w:style>
  <w:style w:type="character" w:styleId="UnresolvedMention">
    <w:name w:val="Unresolved Mention"/>
    <w:basedOn w:val="DefaultParagraphFont"/>
    <w:uiPriority w:val="99"/>
    <w:semiHidden/>
    <w:unhideWhenUsed/>
    <w:rsid w:val="0052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741871433">
      <w:bodyDiv w:val="1"/>
      <w:marLeft w:val="0"/>
      <w:marRight w:val="0"/>
      <w:marTop w:val="0"/>
      <w:marBottom w:val="0"/>
      <w:divBdr>
        <w:top w:val="none" w:sz="0" w:space="0" w:color="auto"/>
        <w:left w:val="none" w:sz="0" w:space="0" w:color="auto"/>
        <w:bottom w:val="none" w:sz="0" w:space="0" w:color="auto"/>
        <w:right w:val="none" w:sz="0" w:space="0" w:color="auto"/>
      </w:divBdr>
    </w:div>
    <w:div w:id="128348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omanikuj&#228;relevalve%20k&#228;sundusleping%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6AC2926677140CFAEEB880768B818A1"/>
        <w:category>
          <w:name w:val="General"/>
          <w:gallery w:val="placeholder"/>
        </w:category>
        <w:types>
          <w:type w:val="bbPlcHdr"/>
        </w:types>
        <w:behaviors>
          <w:behavior w:val="content"/>
        </w:behaviors>
        <w:guid w:val="{997BF5A8-6FE4-46C1-9A13-56E46892FEC4}"/>
      </w:docPartPr>
      <w:docPartBody>
        <w:p w:rsidR="00AE2124" w:rsidRDefault="007A47AB">
          <w:pPr>
            <w:pStyle w:val="96AC2926677140CFAEEB880768B818A1"/>
          </w:pPr>
          <w:r w:rsidRPr="00BE118B">
            <w:rPr>
              <w:rStyle w:val="PlaceholderText"/>
            </w:rPr>
            <w:t>Choose an item.</w:t>
          </w:r>
        </w:p>
      </w:docPartBody>
    </w:docPart>
    <w:docPart>
      <w:docPartPr>
        <w:name w:val="36EE6FAB5BFD467B864D27898118BB77"/>
        <w:category>
          <w:name w:val="General"/>
          <w:gallery w:val="placeholder"/>
        </w:category>
        <w:types>
          <w:type w:val="bbPlcHdr"/>
        </w:types>
        <w:behaviors>
          <w:behavior w:val="content"/>
        </w:behaviors>
        <w:guid w:val="{238223ED-6905-4C21-A5CA-7CBB8CE91F8F}"/>
      </w:docPartPr>
      <w:docPartBody>
        <w:p w:rsidR="00AE2124" w:rsidRDefault="007A47AB">
          <w:pPr>
            <w:pStyle w:val="36EE6FAB5BFD467B864D27898118BB77"/>
          </w:pPr>
          <w:r>
            <w:rPr>
              <w:rStyle w:val="PlaceholderText"/>
            </w:rPr>
            <w:t>Choose an item.</w:t>
          </w:r>
        </w:p>
      </w:docPartBody>
    </w:docPart>
    <w:docPart>
      <w:docPartPr>
        <w:name w:val="EB4784DEEB0E4C148400E2AD0AC65F66"/>
        <w:category>
          <w:name w:val="General"/>
          <w:gallery w:val="placeholder"/>
        </w:category>
        <w:types>
          <w:type w:val="bbPlcHdr"/>
        </w:types>
        <w:behaviors>
          <w:behavior w:val="content"/>
        </w:behaviors>
        <w:guid w:val="{2DD6A08B-E763-4F15-AF48-3F3EA9896D27}"/>
      </w:docPartPr>
      <w:docPartBody>
        <w:p w:rsidR="00AE2124" w:rsidRDefault="007A47AB">
          <w:pPr>
            <w:pStyle w:val="EB4784DEEB0E4C148400E2AD0AC65F66"/>
          </w:pPr>
          <w:r w:rsidRPr="00BE118B">
            <w:rPr>
              <w:rStyle w:val="PlaceholderText"/>
            </w:rPr>
            <w:t>Choose an item.</w:t>
          </w:r>
        </w:p>
      </w:docPartBody>
    </w:docPart>
    <w:docPart>
      <w:docPartPr>
        <w:name w:val="7584AFF7F32743AE806EA9994F6E92C6"/>
        <w:category>
          <w:name w:val="General"/>
          <w:gallery w:val="placeholder"/>
        </w:category>
        <w:types>
          <w:type w:val="bbPlcHdr"/>
        </w:types>
        <w:behaviors>
          <w:behavior w:val="content"/>
        </w:behaviors>
        <w:guid w:val="{13C814CB-6087-4841-B261-7C5AFD893CC0}"/>
      </w:docPartPr>
      <w:docPartBody>
        <w:p w:rsidR="00AE2124" w:rsidRDefault="007A47AB">
          <w:pPr>
            <w:pStyle w:val="7584AFF7F32743AE806EA9994F6E92C6"/>
          </w:pPr>
          <w:r w:rsidRPr="00BE118B">
            <w:rPr>
              <w:rStyle w:val="PlaceholderText"/>
            </w:rPr>
            <w:t>Choose an item.</w:t>
          </w:r>
        </w:p>
      </w:docPartBody>
    </w:docPart>
    <w:docPart>
      <w:docPartPr>
        <w:name w:val="5676BDAA164F4AAEB248EB0E3133C33C"/>
        <w:category>
          <w:name w:val="Üldine"/>
          <w:gallery w:val="placeholder"/>
        </w:category>
        <w:types>
          <w:type w:val="bbPlcHdr"/>
        </w:types>
        <w:behaviors>
          <w:behavior w:val="content"/>
        </w:behaviors>
        <w:guid w:val="{F26DC814-57AC-41C4-B0EC-B5CB211E8BA0}"/>
      </w:docPartPr>
      <w:docPartBody>
        <w:p w:rsidR="00625228" w:rsidRDefault="00625228" w:rsidP="00625228">
          <w:pPr>
            <w:pStyle w:val="5676BDAA164F4AAEB248EB0E3133C33C"/>
          </w:pPr>
          <w:r w:rsidRPr="00BE118B">
            <w:rPr>
              <w:rStyle w:val="PlaceholderText"/>
            </w:rPr>
            <w:t>Click here to enter a date.</w:t>
          </w:r>
        </w:p>
      </w:docPartBody>
    </w:docPart>
    <w:docPart>
      <w:docPartPr>
        <w:name w:val="F25227696AA540B692BCF6ACC2366DEE"/>
        <w:category>
          <w:name w:val="Üldine"/>
          <w:gallery w:val="placeholder"/>
        </w:category>
        <w:types>
          <w:type w:val="bbPlcHdr"/>
        </w:types>
        <w:behaviors>
          <w:behavior w:val="content"/>
        </w:behaviors>
        <w:guid w:val="{0C01AB94-0B34-45B5-9E65-3C55C4F7092C}"/>
      </w:docPartPr>
      <w:docPartBody>
        <w:p w:rsidR="00625228" w:rsidRDefault="00625228" w:rsidP="00625228">
          <w:pPr>
            <w:pStyle w:val="F25227696AA540B692BCF6ACC2366DEE"/>
          </w:pPr>
          <w:r w:rsidRPr="00BE118B">
            <w:rPr>
              <w:rStyle w:val="PlaceholderText"/>
            </w:rPr>
            <w:t>Click here to enter a date.</w:t>
          </w:r>
        </w:p>
      </w:docPartBody>
    </w:docPart>
    <w:docPart>
      <w:docPartPr>
        <w:name w:val="9D8B24F342B7437D8F5A29F841F625BF"/>
        <w:category>
          <w:name w:val="Üldine"/>
          <w:gallery w:val="placeholder"/>
        </w:category>
        <w:types>
          <w:type w:val="bbPlcHdr"/>
        </w:types>
        <w:behaviors>
          <w:behavior w:val="content"/>
        </w:behaviors>
        <w:guid w:val="{B64E6F48-984D-498D-B1A2-2A5F71788A47}"/>
      </w:docPartPr>
      <w:docPartBody>
        <w:p w:rsidR="00625228" w:rsidRDefault="00625228" w:rsidP="00625228">
          <w:pPr>
            <w:pStyle w:val="9D8B24F342B7437D8F5A29F841F625BF"/>
          </w:pPr>
          <w:r w:rsidRPr="00BE118B">
            <w:rPr>
              <w:rStyle w:val="PlaceholderText"/>
            </w:rPr>
            <w:t>Choose an item.</w:t>
          </w:r>
        </w:p>
      </w:docPartBody>
    </w:docPart>
    <w:docPart>
      <w:docPartPr>
        <w:name w:val="28E8AC88E10048569776DD35E59AA184"/>
        <w:category>
          <w:name w:val="Üldine"/>
          <w:gallery w:val="placeholder"/>
        </w:category>
        <w:types>
          <w:type w:val="bbPlcHdr"/>
        </w:types>
        <w:behaviors>
          <w:behavior w:val="content"/>
        </w:behaviors>
        <w:guid w:val="{CD3786CE-12E5-47B4-BB35-77159B5AC48A}"/>
      </w:docPartPr>
      <w:docPartBody>
        <w:p w:rsidR="00625228" w:rsidRDefault="00625228" w:rsidP="00625228">
          <w:pPr>
            <w:pStyle w:val="28E8AC88E10048569776DD35E59AA184"/>
          </w:pPr>
          <w:r w:rsidRPr="00BE118B">
            <w:rPr>
              <w:rStyle w:val="PlaceholderText"/>
            </w:rPr>
            <w:t>Choose an item.</w:t>
          </w:r>
        </w:p>
      </w:docPartBody>
    </w:docPart>
    <w:docPart>
      <w:docPartPr>
        <w:name w:val="5EF2EB54CA3C4A96B173A0EC5023D7D5"/>
        <w:category>
          <w:name w:val="General"/>
          <w:gallery w:val="placeholder"/>
        </w:category>
        <w:types>
          <w:type w:val="bbPlcHdr"/>
        </w:types>
        <w:behaviors>
          <w:behavior w:val="content"/>
        </w:behaviors>
        <w:guid w:val="{898684E2-2E7B-46CC-99AD-00CFD0716C51}"/>
      </w:docPartPr>
      <w:docPartBody>
        <w:p w:rsidR="0025318D" w:rsidRDefault="00002E93" w:rsidP="00002E93">
          <w:pPr>
            <w:pStyle w:val="5EF2EB54CA3C4A96B173A0EC5023D7D5"/>
          </w:pPr>
          <w:r w:rsidRPr="00BE118B">
            <w:rPr>
              <w:rStyle w:val="PlaceholderText"/>
            </w:rPr>
            <w:t>Choose an item.</w:t>
          </w:r>
        </w:p>
      </w:docPartBody>
    </w:docPart>
    <w:docPart>
      <w:docPartPr>
        <w:name w:val="199A2AB64C894DE18F485C5E29A32C9C"/>
        <w:category>
          <w:name w:val="General"/>
          <w:gallery w:val="placeholder"/>
        </w:category>
        <w:types>
          <w:type w:val="bbPlcHdr"/>
        </w:types>
        <w:behaviors>
          <w:behavior w:val="content"/>
        </w:behaviors>
        <w:guid w:val="{9CAEFCB7-2652-46F6-AFDC-3C5032B5DF8A}"/>
      </w:docPartPr>
      <w:docPartBody>
        <w:p w:rsidR="0025318D" w:rsidRDefault="00002E93" w:rsidP="00002E93">
          <w:pPr>
            <w:pStyle w:val="199A2AB64C894DE18F485C5E29A32C9C"/>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24"/>
    <w:rsid w:val="00002E93"/>
    <w:rsid w:val="00090FE4"/>
    <w:rsid w:val="00232732"/>
    <w:rsid w:val="0025318D"/>
    <w:rsid w:val="002E3375"/>
    <w:rsid w:val="00326026"/>
    <w:rsid w:val="00362A14"/>
    <w:rsid w:val="003B6D67"/>
    <w:rsid w:val="0046053E"/>
    <w:rsid w:val="00523342"/>
    <w:rsid w:val="00563C5B"/>
    <w:rsid w:val="005640D6"/>
    <w:rsid w:val="005A150F"/>
    <w:rsid w:val="00625228"/>
    <w:rsid w:val="007A47AB"/>
    <w:rsid w:val="00803DB3"/>
    <w:rsid w:val="00823269"/>
    <w:rsid w:val="00AC47D5"/>
    <w:rsid w:val="00AE2124"/>
    <w:rsid w:val="00B50184"/>
    <w:rsid w:val="00B94DE3"/>
    <w:rsid w:val="00C10AD7"/>
    <w:rsid w:val="00CB108F"/>
    <w:rsid w:val="00CB7941"/>
    <w:rsid w:val="00D559A2"/>
    <w:rsid w:val="00D61788"/>
    <w:rsid w:val="00DB3726"/>
    <w:rsid w:val="00DF195E"/>
    <w:rsid w:val="00F3396F"/>
    <w:rsid w:val="00FA5A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2E93"/>
  </w:style>
  <w:style w:type="paragraph" w:customStyle="1" w:styleId="96AC2926677140CFAEEB880768B818A1">
    <w:name w:val="96AC2926677140CFAEEB880768B818A1"/>
  </w:style>
  <w:style w:type="paragraph" w:customStyle="1" w:styleId="36EE6FAB5BFD467B864D27898118BB77">
    <w:name w:val="36EE6FAB5BFD467B864D27898118BB77"/>
  </w:style>
  <w:style w:type="paragraph" w:customStyle="1" w:styleId="EB4784DEEB0E4C148400E2AD0AC65F66">
    <w:name w:val="EB4784DEEB0E4C148400E2AD0AC65F66"/>
  </w:style>
  <w:style w:type="paragraph" w:customStyle="1" w:styleId="7584AFF7F32743AE806EA9994F6E92C6">
    <w:name w:val="7584AFF7F32743AE806EA9994F6E92C6"/>
  </w:style>
  <w:style w:type="paragraph" w:customStyle="1" w:styleId="5676BDAA164F4AAEB248EB0E3133C33C">
    <w:name w:val="5676BDAA164F4AAEB248EB0E3133C33C"/>
    <w:rsid w:val="00625228"/>
    <w:pPr>
      <w:spacing w:line="278" w:lineRule="auto"/>
    </w:pPr>
    <w:rPr>
      <w:sz w:val="24"/>
      <w:szCs w:val="24"/>
    </w:rPr>
  </w:style>
  <w:style w:type="paragraph" w:customStyle="1" w:styleId="F25227696AA540B692BCF6ACC2366DEE">
    <w:name w:val="F25227696AA540B692BCF6ACC2366DEE"/>
    <w:rsid w:val="00625228"/>
    <w:pPr>
      <w:spacing w:line="278" w:lineRule="auto"/>
    </w:pPr>
    <w:rPr>
      <w:sz w:val="24"/>
      <w:szCs w:val="24"/>
    </w:rPr>
  </w:style>
  <w:style w:type="paragraph" w:customStyle="1" w:styleId="9D8B24F342B7437D8F5A29F841F625BF">
    <w:name w:val="9D8B24F342B7437D8F5A29F841F625BF"/>
    <w:rsid w:val="00625228"/>
    <w:pPr>
      <w:spacing w:line="278" w:lineRule="auto"/>
    </w:pPr>
    <w:rPr>
      <w:sz w:val="24"/>
      <w:szCs w:val="24"/>
    </w:rPr>
  </w:style>
  <w:style w:type="paragraph" w:customStyle="1" w:styleId="28E8AC88E10048569776DD35E59AA184">
    <w:name w:val="28E8AC88E10048569776DD35E59AA184"/>
    <w:rsid w:val="00625228"/>
    <w:pPr>
      <w:spacing w:line="278" w:lineRule="auto"/>
    </w:pPr>
    <w:rPr>
      <w:sz w:val="24"/>
      <w:szCs w:val="24"/>
    </w:rPr>
  </w:style>
  <w:style w:type="paragraph" w:customStyle="1" w:styleId="5EF2EB54CA3C4A96B173A0EC5023D7D5">
    <w:name w:val="5EF2EB54CA3C4A96B173A0EC5023D7D5"/>
    <w:rsid w:val="00002E93"/>
    <w:pPr>
      <w:spacing w:line="278" w:lineRule="auto"/>
    </w:pPr>
    <w:rPr>
      <w:sz w:val="24"/>
      <w:szCs w:val="24"/>
    </w:rPr>
  </w:style>
  <w:style w:type="paragraph" w:customStyle="1" w:styleId="199A2AB64C894DE18F485C5E29A32C9C">
    <w:name w:val="199A2AB64C894DE18F485C5E29A32C9C"/>
    <w:rsid w:val="00002E9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 (2)</Template>
  <TotalTime>9</TotalTime>
  <Pages>8</Pages>
  <Words>2184</Words>
  <Characters>17049</Characters>
  <Application>Microsoft Office Word</Application>
  <DocSecurity>0</DocSecurity>
  <Lines>142</Lines>
  <Paragraphs>38</Paragraphs>
  <ScaleCrop>false</ScaleCrop>
  <HeadingPairs>
    <vt:vector size="2" baseType="variant">
      <vt:variant>
        <vt:lpstr>Pealkiri</vt:lpstr>
      </vt:variant>
      <vt:variant>
        <vt:i4>1</vt:i4>
      </vt:variant>
    </vt:vector>
  </HeadingPairs>
  <TitlesOfParts>
    <vt:vector size="1" baseType="lpstr">
      <vt:lpstr>Ehitustöövôtu leping  nr</vt:lpstr>
    </vt:vector>
  </TitlesOfParts>
  <Company>rmk</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Marge Rebane</dc:creator>
  <cp:keywords/>
  <cp:lastModifiedBy>Jüri Ligi - INFRAGATE</cp:lastModifiedBy>
  <cp:revision>3</cp:revision>
  <cp:lastPrinted>2013-03-12T02:00:00Z</cp:lastPrinted>
  <dcterms:created xsi:type="dcterms:W3CDTF">2024-10-31T07:56:00Z</dcterms:created>
  <dcterms:modified xsi:type="dcterms:W3CDTF">2024-10-31T08:04:00Z</dcterms:modified>
</cp:coreProperties>
</file>